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3A76F2" w14:textId="13027E55" w:rsidR="00464C17" w:rsidRDefault="00464C17" w:rsidP="00E92E96">
      <w:pPr>
        <w:pStyle w:val="Heading2"/>
      </w:pPr>
      <w:r>
        <w:t>PID 118119 - LAW-52-21.52 – Conceptual MOT – Sequence of Construction</w:t>
      </w:r>
    </w:p>
    <w:p w14:paraId="7965DA0C" w14:textId="26B8A5EA" w:rsidR="00464C17" w:rsidRDefault="00464C17" w:rsidP="00B64E44">
      <w:pPr>
        <w:pStyle w:val="LetterheadBodyText"/>
      </w:pPr>
      <w:r>
        <w:t>Phase 1 – Construct Western US 52 Median at Charley Creek Intersection:</w:t>
      </w:r>
    </w:p>
    <w:p w14:paraId="4309B200" w14:textId="573C0138" w:rsidR="00464C17" w:rsidRDefault="00464C17" w:rsidP="0019492D">
      <w:pPr>
        <w:pStyle w:val="LetterheadBodyText"/>
        <w:numPr>
          <w:ilvl w:val="0"/>
          <w:numId w:val="12"/>
        </w:numPr>
      </w:pPr>
      <w:r>
        <w:t xml:space="preserve">At the US 52 and Charley Creek intersection, close the left-hand </w:t>
      </w:r>
      <w:r w:rsidR="00501795">
        <w:t>we</w:t>
      </w:r>
      <w:r>
        <w:t xml:space="preserve">stbound lane </w:t>
      </w:r>
      <w:r w:rsidR="00501795">
        <w:t xml:space="preserve">and the eastbound left turn lane of US 52. </w:t>
      </w:r>
    </w:p>
    <w:p w14:paraId="72A6A71A" w14:textId="2C9DD8A8" w:rsidR="006D324F" w:rsidRDefault="006D324F" w:rsidP="0019492D">
      <w:pPr>
        <w:pStyle w:val="LetterheadBodyText"/>
        <w:numPr>
          <w:ilvl w:val="1"/>
          <w:numId w:val="12"/>
        </w:numPr>
      </w:pPr>
      <w:r>
        <w:t>Place drums along the westbound lane line of US 52, as shown on MT-95.30 and MOT Typical Section for Phase 1. Drums shall be placed assuming a speed limit of 55 mph. The westbound left turn lane at the US 52 and Charley Creek intersection shall remain open throughout the duration of Phase 1. The eastbound left turn lane shall be closed, via drums, for the duration of Phase 1.</w:t>
      </w:r>
      <w:r w:rsidR="001E0841">
        <w:t xml:space="preserve"> The left turn signal head shall be </w:t>
      </w:r>
      <w:proofErr w:type="gramStart"/>
      <w:r w:rsidR="001E0841">
        <w:t>bagged</w:t>
      </w:r>
      <w:proofErr w:type="gramEnd"/>
      <w:r w:rsidR="001E0841">
        <w:t xml:space="preserve"> and the left turn phase shall be skipped for the entirety for Phase 1.</w:t>
      </w:r>
    </w:p>
    <w:p w14:paraId="17FAE405" w14:textId="31EBB776" w:rsidR="001E0841" w:rsidRDefault="001E0841" w:rsidP="0019492D">
      <w:pPr>
        <w:pStyle w:val="LetterheadBodyText"/>
        <w:numPr>
          <w:ilvl w:val="1"/>
          <w:numId w:val="12"/>
        </w:numPr>
      </w:pPr>
      <w:r>
        <w:t>All work shall be brought to within 12” of existing ground before the end of each working day.</w:t>
      </w:r>
    </w:p>
    <w:p w14:paraId="0B1F8284" w14:textId="6A9B75BC" w:rsidR="004D6D26" w:rsidRDefault="006D324F" w:rsidP="006D324F">
      <w:pPr>
        <w:pStyle w:val="LetterheadBodyText"/>
      </w:pPr>
      <w:r>
        <w:t>Phase 2</w:t>
      </w:r>
      <w:r w:rsidR="004D6D26">
        <w:t>A and Phase 2B</w:t>
      </w:r>
      <w:r>
        <w:t xml:space="preserve"> </w:t>
      </w:r>
      <w:r w:rsidR="004D6D26">
        <w:t>–</w:t>
      </w:r>
      <w:r>
        <w:t xml:space="preserve"> </w:t>
      </w:r>
      <w:r w:rsidR="004D6D26">
        <w:t xml:space="preserve">Construct Eastern US 52 Median at Charley Creek Intersection, Eastbound US 52 Right Turn </w:t>
      </w:r>
      <w:proofErr w:type="gramStart"/>
      <w:r w:rsidR="004D6D26">
        <w:t>Lane</w:t>
      </w:r>
      <w:proofErr w:type="gramEnd"/>
      <w:r w:rsidR="004D6D26">
        <w:t xml:space="preserve"> and South Charley Creek Road Construction</w:t>
      </w:r>
    </w:p>
    <w:p w14:paraId="45ACAB7B" w14:textId="5891DA18" w:rsidR="004D6D26" w:rsidRDefault="004D6D26" w:rsidP="0019492D">
      <w:pPr>
        <w:pStyle w:val="LetterheadBodyText"/>
        <w:numPr>
          <w:ilvl w:val="0"/>
          <w:numId w:val="13"/>
        </w:numPr>
      </w:pPr>
      <w:r>
        <w:t xml:space="preserve">At the US 52 and Charley Creek intersection, close the left-hand eastbound lane and the westbound left turn lane of US 52. </w:t>
      </w:r>
    </w:p>
    <w:p w14:paraId="3EFC7971" w14:textId="188BFDD2" w:rsidR="004D6D26" w:rsidRDefault="004D6D26" w:rsidP="0019492D">
      <w:pPr>
        <w:pStyle w:val="LetterheadBodyText"/>
        <w:numPr>
          <w:ilvl w:val="1"/>
          <w:numId w:val="13"/>
        </w:numPr>
      </w:pPr>
      <w:r>
        <w:t>Place drums along the eastbound edge line of US 52, as shown on MT-95.30 and MOT typical section for Phase 2A. Drums shall be placed assuming a speed limit of 55 mph. The eastbound left turn lane at the US 52 and Charley Creek intersection shall remain open throughout the duration of Phase 2A. The westbound turn lane shall remain closed for the duration of Phases 2A and 2B.</w:t>
      </w:r>
      <w:r w:rsidR="001E0841">
        <w:t xml:space="preserve"> The left turn head shall be bagged for the duration of Phases 2A and 2B. The left turn phase shall be skipped for the duration of Phases 2A and 2B.</w:t>
      </w:r>
    </w:p>
    <w:p w14:paraId="307C0AD1" w14:textId="26E60FD6" w:rsidR="001E0841" w:rsidRDefault="001E0841" w:rsidP="001E0841">
      <w:pPr>
        <w:pStyle w:val="LetterheadBodyText"/>
        <w:numPr>
          <w:ilvl w:val="1"/>
          <w:numId w:val="13"/>
        </w:numPr>
      </w:pPr>
      <w:r>
        <w:t>All work shall be brought to within 12” of existing ground before the end of each working day.</w:t>
      </w:r>
    </w:p>
    <w:p w14:paraId="6A57BD03" w14:textId="51383094" w:rsidR="004D6D26" w:rsidRDefault="004D6D26" w:rsidP="0019492D">
      <w:pPr>
        <w:pStyle w:val="LetterheadBodyText"/>
        <w:numPr>
          <w:ilvl w:val="0"/>
          <w:numId w:val="13"/>
        </w:numPr>
      </w:pPr>
      <w:r>
        <w:t xml:space="preserve">Close the right-hand lane of eastbound US 52 and place </w:t>
      </w:r>
      <w:r w:rsidR="00D45C61">
        <w:t>south Charley Creek detour.</w:t>
      </w:r>
    </w:p>
    <w:p w14:paraId="3922163E" w14:textId="3BE9773E" w:rsidR="00D45C61" w:rsidRDefault="00D45C61" w:rsidP="0019492D">
      <w:pPr>
        <w:pStyle w:val="LetterheadBodyText"/>
        <w:numPr>
          <w:ilvl w:val="1"/>
          <w:numId w:val="13"/>
        </w:numPr>
      </w:pPr>
      <w:r>
        <w:t xml:space="preserve">Remove drums closing the left-hand land of eastbound US 52 and close the right-hand lane of eastbound US 52, as shown on MT-95.30 and MOT typical section for Phase 2B. Drums shall be placed assuming a speed limit of 55 mph. </w:t>
      </w:r>
      <w:r w:rsidR="00497EA7">
        <w:t xml:space="preserve">Drums shall extend through the South Charley Creek intersection for the duration of Phase 2B. </w:t>
      </w:r>
    </w:p>
    <w:p w14:paraId="06913E34" w14:textId="67E1780D" w:rsidR="001E0841" w:rsidRDefault="00497EA7" w:rsidP="00815612">
      <w:pPr>
        <w:pStyle w:val="LetterheadBodyText"/>
        <w:numPr>
          <w:ilvl w:val="1"/>
          <w:numId w:val="13"/>
        </w:numPr>
      </w:pPr>
      <w:r>
        <w:t>Erect detour signing for south Charley Creek Road</w:t>
      </w:r>
      <w:r w:rsidR="00E92E96">
        <w:t xml:space="preserve">, including Type 3 Barricades at the Charley Creek Road and </w:t>
      </w:r>
      <w:proofErr w:type="spellStart"/>
      <w:r w:rsidR="00E92E96">
        <w:t>Sybene</w:t>
      </w:r>
      <w:proofErr w:type="spellEnd"/>
      <w:r w:rsidR="00E92E96">
        <w:t xml:space="preserve"> Curve (CR 1) intersection</w:t>
      </w:r>
      <w:r>
        <w:t xml:space="preserve">. </w:t>
      </w:r>
      <w:proofErr w:type="gramStart"/>
      <w:r w:rsidR="00E92E96">
        <w:t>Detour</w:t>
      </w:r>
      <w:proofErr w:type="gramEnd"/>
      <w:r w:rsidR="00E92E96">
        <w:t xml:space="preserve"> route shall utilize Sandusky Road N (CR 276) and </w:t>
      </w:r>
      <w:proofErr w:type="spellStart"/>
      <w:r w:rsidR="00E92E96">
        <w:t>Sybene</w:t>
      </w:r>
      <w:proofErr w:type="spellEnd"/>
      <w:r w:rsidR="00E92E96">
        <w:t xml:space="preserve"> Curve (CR 1). Local business access to the Comfort Suites Hotel, Marathon Gas station and </w:t>
      </w:r>
      <w:r w:rsidR="00E92E96">
        <w:lastRenderedPageBreak/>
        <w:t xml:space="preserve">Covenant Home Health Care Services shall be maintained throughout the duration of Phase 2B. </w:t>
      </w:r>
      <w:r w:rsidR="001E0841">
        <w:t>The south facing signal heads shall be bagged for the duration of Phase 2B and the northbound signal phases shall be skipped for all of Phase 2B.</w:t>
      </w:r>
    </w:p>
    <w:p w14:paraId="182D3C6C" w14:textId="601516B1" w:rsidR="00784B28" w:rsidRDefault="00784B28" w:rsidP="00815612">
      <w:pPr>
        <w:pStyle w:val="LetterheadBodyText"/>
        <w:numPr>
          <w:ilvl w:val="1"/>
          <w:numId w:val="13"/>
        </w:numPr>
      </w:pPr>
      <w:r>
        <w:t>Signal pole relocations, span re-arrangements and signal head modifications shall occur during Phase 2B construction.</w:t>
      </w:r>
    </w:p>
    <w:p w14:paraId="3CA9ABBF" w14:textId="46902F65" w:rsidR="001E0841" w:rsidRDefault="001E0841" w:rsidP="001E0841">
      <w:pPr>
        <w:pStyle w:val="LetterheadBodyText"/>
        <w:numPr>
          <w:ilvl w:val="1"/>
          <w:numId w:val="13"/>
        </w:numPr>
      </w:pPr>
      <w:r>
        <w:t>All work shall be brought to within 12” of existing ground before the end of each working day.</w:t>
      </w:r>
    </w:p>
    <w:p w14:paraId="3DE85DA1" w14:textId="72CEC04F" w:rsidR="0019492D" w:rsidRDefault="0019492D" w:rsidP="002A2F5C">
      <w:pPr>
        <w:pStyle w:val="LetterheadBodyText"/>
        <w:numPr>
          <w:ilvl w:val="1"/>
          <w:numId w:val="13"/>
        </w:numPr>
      </w:pPr>
      <w:r>
        <w:t>Remove detour signing</w:t>
      </w:r>
      <w:r w:rsidR="001E0841">
        <w:t>, remove bags over signal heads</w:t>
      </w:r>
      <w:r>
        <w:t xml:space="preserve"> and open eastbound right turn lane of US 52 and south Charley Creek Road. Final pavement markings and signing shall be placed utilizing flaggers and MT-99.20.</w:t>
      </w:r>
    </w:p>
    <w:p w14:paraId="17FDCC88" w14:textId="5EB783A4" w:rsidR="00E84BDC" w:rsidRDefault="00E92E96" w:rsidP="00E92E96">
      <w:pPr>
        <w:pStyle w:val="LetterheadBodyText"/>
      </w:pPr>
      <w:r>
        <w:t xml:space="preserve">Phase 3 – Construct </w:t>
      </w:r>
      <w:r w:rsidR="00E84BDC">
        <w:t>southbound left/through lane for north Charley Creek Road.</w:t>
      </w:r>
    </w:p>
    <w:p w14:paraId="20B28060" w14:textId="2AA1DAC4" w:rsidR="00E84BDC" w:rsidRDefault="00C03E88" w:rsidP="0019492D">
      <w:pPr>
        <w:pStyle w:val="LetterheadBodyText"/>
        <w:numPr>
          <w:ilvl w:val="0"/>
          <w:numId w:val="14"/>
        </w:numPr>
      </w:pPr>
      <w:r>
        <w:t xml:space="preserve">Shift southbound Charley Creek traffic east for left/through lane </w:t>
      </w:r>
      <w:proofErr w:type="gramStart"/>
      <w:r>
        <w:t>construction</w:t>
      </w:r>
      <w:proofErr w:type="gramEnd"/>
    </w:p>
    <w:p w14:paraId="68FB0959" w14:textId="43D4A02E" w:rsidR="00C03E88" w:rsidRDefault="00C03E88" w:rsidP="0019492D">
      <w:pPr>
        <w:pStyle w:val="LetterheadBodyText"/>
        <w:numPr>
          <w:ilvl w:val="1"/>
          <w:numId w:val="14"/>
        </w:numPr>
      </w:pPr>
      <w:r>
        <w:t>Place drums along the right-hand</w:t>
      </w:r>
      <w:r w:rsidR="00D27746">
        <w:t xml:space="preserve"> edge of pavement for southbound Charley Creek Road, per MT-95.31. Shift southbound traffic east to accommodate offset shown on MOT typical section for Phase 3. Drums shall wrap around onto Sandusky Service Road and traffic shall be shifted to accommodate and maintain </w:t>
      </w:r>
      <w:proofErr w:type="gramStart"/>
      <w:r w:rsidR="00D27746">
        <w:t>two way</w:t>
      </w:r>
      <w:proofErr w:type="gramEnd"/>
      <w:r w:rsidR="00D27746">
        <w:t xml:space="preserve"> traffic on Sandusky Service Road, west of Charley Creek Road. </w:t>
      </w:r>
    </w:p>
    <w:p w14:paraId="7C70EEEF" w14:textId="66418093" w:rsidR="00D27746" w:rsidRDefault="00D27746" w:rsidP="0019492D">
      <w:pPr>
        <w:pStyle w:val="LetterheadBodyText"/>
        <w:numPr>
          <w:ilvl w:val="1"/>
          <w:numId w:val="14"/>
        </w:numPr>
      </w:pPr>
      <w:r>
        <w:t>After the southbound left/through lane is constructed, resurface the remaining portion of north Charley Creek Road, per MT-97.10.</w:t>
      </w:r>
      <w:r w:rsidR="0019492D">
        <w:t xml:space="preserve"> Resurfacing work shall be performed during a time of day that minimizes impacts to traffic on US 52 and Charley Creek Road. </w:t>
      </w:r>
    </w:p>
    <w:p w14:paraId="06B015AA" w14:textId="0B7A1444" w:rsidR="001E0841" w:rsidRDefault="001E0841" w:rsidP="001E0841">
      <w:pPr>
        <w:pStyle w:val="LetterheadBodyText"/>
        <w:numPr>
          <w:ilvl w:val="1"/>
          <w:numId w:val="14"/>
        </w:numPr>
      </w:pPr>
      <w:r>
        <w:t>All work shall be brought to within 12” of existing ground before the end of each working day.</w:t>
      </w:r>
    </w:p>
    <w:p w14:paraId="27DD9265" w14:textId="3961E730" w:rsidR="001E0841" w:rsidRPr="00213FFF" w:rsidRDefault="001E0841" w:rsidP="0019492D">
      <w:pPr>
        <w:pStyle w:val="LetterheadBodyText"/>
        <w:numPr>
          <w:ilvl w:val="1"/>
          <w:numId w:val="14"/>
        </w:numPr>
      </w:pPr>
      <w:r>
        <w:t>Final pavement markings and signing shall be placed utilizing flaggers and MT-99.20.</w:t>
      </w:r>
    </w:p>
    <w:sectPr w:rsidR="001E0841" w:rsidRPr="00213FFF" w:rsidSect="00CC41E8">
      <w:headerReference w:type="default" r:id="rId8"/>
      <w:footerReference w:type="default" r:id="rId9"/>
      <w:headerReference w:type="first" r:id="rId10"/>
      <w:footerReference w:type="first" r:id="rId11"/>
      <w:pgSz w:w="12240" w:h="15840" w:code="1"/>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8D97B9" w14:textId="77777777" w:rsidR="00786281" w:rsidRDefault="00786281" w:rsidP="00957C01">
      <w:r>
        <w:separator/>
      </w:r>
    </w:p>
  </w:endnote>
  <w:endnote w:type="continuationSeparator" w:id="0">
    <w:p w14:paraId="2BD758F2" w14:textId="77777777" w:rsidR="00786281" w:rsidRDefault="00786281" w:rsidP="00957C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useo Sans 500">
    <w:altName w:val="Calibri"/>
    <w:panose1 w:val="02000000000000000000"/>
    <w:charset w:val="00"/>
    <w:family w:val="auto"/>
    <w:pitch w:val="variable"/>
    <w:sig w:usb0="A00000AF" w:usb1="4000004A" w:usb2="00000000" w:usb3="00000000" w:csb0="00000093" w:csb1="00000000"/>
  </w:font>
  <w:font w:name="Wingdings 2">
    <w:panose1 w:val="05020102010507070707"/>
    <w:charset w:val="02"/>
    <w:family w:val="roman"/>
    <w:pitch w:val="variable"/>
    <w:sig w:usb0="00000000" w:usb1="10000000" w:usb2="00000000" w:usb3="00000000" w:csb0="80000000" w:csb1="00000000"/>
  </w:font>
  <w:font w:name="Museo Sans 300">
    <w:altName w:val="Calibri"/>
    <w:panose1 w:val="02000000000000000000"/>
    <w:charset w:val="00"/>
    <w:family w:val="auto"/>
    <w:pitch w:val="variable"/>
    <w:sig w:usb0="A00000AF" w:usb1="4000004A" w:usb2="00000000" w:usb3="00000000" w:csb0="00000093"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Museo Sans 700">
    <w:altName w:val="Calibri"/>
    <w:panose1 w:val="02000000000000000000"/>
    <w:charset w:val="00"/>
    <w:family w:val="auto"/>
    <w:pitch w:val="variable"/>
    <w:sig w:usb0="A00000AF" w:usb1="4000004A"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17006200"/>
      <w:docPartObj>
        <w:docPartGallery w:val="Page Numbers (Bottom of Page)"/>
        <w:docPartUnique/>
      </w:docPartObj>
    </w:sdtPr>
    <w:sdtEndPr/>
    <w:sdtContent>
      <w:sdt>
        <w:sdtPr>
          <w:id w:val="-1705238520"/>
          <w:docPartObj>
            <w:docPartGallery w:val="Page Numbers (Top of Page)"/>
            <w:docPartUnique/>
          </w:docPartObj>
        </w:sdtPr>
        <w:sdtEndPr/>
        <w:sdtContent>
          <w:p w14:paraId="1FC232D7" w14:textId="77777777" w:rsidR="006611F3" w:rsidRPr="00E22AB9" w:rsidRDefault="00E22AB9" w:rsidP="00E22AB9">
            <w:pPr>
              <w:pStyle w:val="Footer"/>
            </w:pPr>
            <w:r w:rsidRPr="00E22AB9">
              <w:t xml:space="preserve">Page </w:t>
            </w:r>
            <w:r w:rsidRPr="00E22AB9">
              <w:rPr>
                <w:sz w:val="24"/>
                <w:szCs w:val="24"/>
              </w:rPr>
              <w:fldChar w:fldCharType="begin"/>
            </w:r>
            <w:r w:rsidRPr="00E22AB9">
              <w:instrText xml:space="preserve"> PAGE </w:instrText>
            </w:r>
            <w:r w:rsidRPr="00E22AB9">
              <w:rPr>
                <w:sz w:val="24"/>
                <w:szCs w:val="24"/>
              </w:rPr>
              <w:fldChar w:fldCharType="separate"/>
            </w:r>
            <w:r w:rsidRPr="00E22AB9">
              <w:rPr>
                <w:noProof/>
              </w:rPr>
              <w:t>2</w:t>
            </w:r>
            <w:r w:rsidRPr="00E22AB9">
              <w:rPr>
                <w:sz w:val="24"/>
                <w:szCs w:val="24"/>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B6F4AD" w14:textId="77777777" w:rsidR="00CC41E8" w:rsidRDefault="00CC41E8" w:rsidP="00CC41E8">
    <w:pPr>
      <w:pStyle w:val="Footer"/>
    </w:pPr>
    <w:r>
      <w:rPr>
        <w:noProof/>
      </w:rPr>
      <w:drawing>
        <wp:anchor distT="0" distB="0" distL="114300" distR="114300" simplePos="0" relativeHeight="251680768" behindDoc="0" locked="0" layoutInCell="1" allowOverlap="1" wp14:anchorId="340BA6E1" wp14:editId="3E0DCD98">
          <wp:simplePos x="0" y="0"/>
          <wp:positionH relativeFrom="page">
            <wp:align>right</wp:align>
          </wp:positionH>
          <wp:positionV relativeFrom="page">
            <wp:align>bottom</wp:align>
          </wp:positionV>
          <wp:extent cx="7772400" cy="807481"/>
          <wp:effectExtent l="0" t="0" r="0" b="0"/>
          <wp:wrapNone/>
          <wp:docPr id="3" name="Picture 3" descr="Graphical user interfac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10;&#10;Description automatically generated with medium confidence"/>
                  <pic:cNvPicPr/>
                </pic:nvPicPr>
                <pic:blipFill rotWithShape="1">
                  <a:blip r:embed="rId1"/>
                  <a:srcRect t="91980"/>
                  <a:stretch/>
                </pic:blipFill>
                <pic:spPr bwMode="auto">
                  <a:xfrm>
                    <a:off x="0" y="0"/>
                    <a:ext cx="7772400" cy="807481"/>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5D53E09" w14:textId="77777777" w:rsidR="00CC41E8" w:rsidRPr="008F1E3D" w:rsidRDefault="00CC41E8" w:rsidP="00CC41E8">
    <w:pPr>
      <w:pStyle w:val="Footer"/>
    </w:pPr>
  </w:p>
  <w:p w14:paraId="60B980B0" w14:textId="77777777" w:rsidR="00CC41E8" w:rsidRPr="00CC41E8" w:rsidRDefault="00CC41E8" w:rsidP="00CC41E8">
    <w:pPr>
      <w:pStyle w:val="Footer"/>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6DD24C" w14:textId="77777777" w:rsidR="00786281" w:rsidRDefault="00786281" w:rsidP="00957C01">
      <w:r>
        <w:separator/>
      </w:r>
    </w:p>
  </w:footnote>
  <w:footnote w:type="continuationSeparator" w:id="0">
    <w:p w14:paraId="1A9C4625" w14:textId="77777777" w:rsidR="00786281" w:rsidRDefault="00786281" w:rsidP="00957C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2DA21" w14:textId="77777777" w:rsidR="00213FFF" w:rsidRDefault="00213FFF" w:rsidP="00213FFF">
    <w:pPr>
      <w:pStyle w:val="Header"/>
    </w:pPr>
  </w:p>
  <w:p w14:paraId="0C3702A0" w14:textId="77777777" w:rsidR="00213FFF" w:rsidRDefault="00213FFF" w:rsidP="00213FFF">
    <w:pPr>
      <w:pStyle w:val="Header"/>
    </w:pPr>
  </w:p>
  <w:p w14:paraId="356C7769" w14:textId="77777777" w:rsidR="00213FFF" w:rsidRDefault="00213FFF" w:rsidP="00213FFF">
    <w:pPr>
      <w:pStyle w:val="Header"/>
    </w:pPr>
  </w:p>
  <w:p w14:paraId="1D2DD555" w14:textId="77777777" w:rsidR="00213FFF" w:rsidRDefault="00213FFF" w:rsidP="00213FFF">
    <w:pPr>
      <w:pStyle w:val="Header"/>
    </w:pPr>
  </w:p>
  <w:p w14:paraId="025DDDB9" w14:textId="77777777" w:rsidR="00213FFF" w:rsidRDefault="00213FFF" w:rsidP="00213FFF">
    <w:pPr>
      <w:pStyle w:val="Header"/>
    </w:pPr>
  </w:p>
  <w:p w14:paraId="660FAC64" w14:textId="77777777" w:rsidR="00213FFF" w:rsidRPr="00213FFF" w:rsidRDefault="00213FFF" w:rsidP="00213FFF">
    <w:pPr>
      <w:pStyle w:val="Header"/>
    </w:pPr>
    <w:r>
      <w:rPr>
        <w:noProof/>
      </w:rPr>
      <w:drawing>
        <wp:anchor distT="0" distB="0" distL="114300" distR="114300" simplePos="0" relativeHeight="251674624" behindDoc="0" locked="0" layoutInCell="1" allowOverlap="1" wp14:anchorId="195CCE06" wp14:editId="185888E9">
          <wp:simplePos x="0" y="0"/>
          <wp:positionH relativeFrom="margin">
            <wp:posOffset>-439518</wp:posOffset>
          </wp:positionH>
          <wp:positionV relativeFrom="page">
            <wp:posOffset>354525</wp:posOffset>
          </wp:positionV>
          <wp:extent cx="2151185" cy="649033"/>
          <wp:effectExtent l="0" t="0" r="1905" b="0"/>
          <wp:wrapNone/>
          <wp:docPr id="58" name="Picture 58"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Logo, company name&#10;&#10;Description automatically generated"/>
                  <pic:cNvPicPr/>
                </pic:nvPicPr>
                <pic:blipFill>
                  <a:blip r:embed="rId1"/>
                  <a:stretch>
                    <a:fillRect/>
                  </a:stretch>
                </pic:blipFill>
                <pic:spPr>
                  <a:xfrm>
                    <a:off x="0" y="0"/>
                    <a:ext cx="2151185" cy="649033"/>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29CD40" w14:textId="77777777" w:rsidR="00CC41E8" w:rsidRDefault="00CC41E8" w:rsidP="00CC41E8">
    <w:pPr>
      <w:pStyle w:val="Header"/>
    </w:pPr>
  </w:p>
  <w:p w14:paraId="35B3EA3D" w14:textId="77777777" w:rsidR="00CC41E8" w:rsidRDefault="00CC41E8" w:rsidP="00CC41E8">
    <w:pPr>
      <w:pStyle w:val="Header"/>
    </w:pPr>
  </w:p>
  <w:p w14:paraId="522E05C5" w14:textId="77777777" w:rsidR="00CC41E8" w:rsidRDefault="00CC41E8" w:rsidP="00CC41E8">
    <w:pPr>
      <w:pStyle w:val="Header"/>
    </w:pPr>
  </w:p>
  <w:p w14:paraId="4AA027B7" w14:textId="77777777" w:rsidR="00CC41E8" w:rsidRDefault="00CC41E8" w:rsidP="00CC41E8">
    <w:pPr>
      <w:pStyle w:val="Header"/>
    </w:pPr>
  </w:p>
  <w:p w14:paraId="7D206674" w14:textId="77777777" w:rsidR="00CC41E8" w:rsidRDefault="00CC41E8" w:rsidP="00CC41E8">
    <w:pPr>
      <w:pStyle w:val="Header"/>
    </w:pPr>
  </w:p>
  <w:p w14:paraId="5F075B36" w14:textId="77777777" w:rsidR="00CC41E8" w:rsidRDefault="00CC41E8" w:rsidP="00CC41E8">
    <w:pPr>
      <w:pStyle w:val="Header"/>
    </w:pPr>
    <w:r>
      <w:rPr>
        <w:noProof/>
      </w:rPr>
      <mc:AlternateContent>
        <mc:Choice Requires="wps">
          <w:drawing>
            <wp:anchor distT="45720" distB="45720" distL="114300" distR="114300" simplePos="0" relativeHeight="251678720" behindDoc="0" locked="0" layoutInCell="1" allowOverlap="1" wp14:anchorId="17890620" wp14:editId="7EBCA4EE">
              <wp:simplePos x="0" y="0"/>
              <wp:positionH relativeFrom="margin">
                <wp:posOffset>2652483</wp:posOffset>
              </wp:positionH>
              <wp:positionV relativeFrom="topMargin">
                <wp:posOffset>613673</wp:posOffset>
              </wp:positionV>
              <wp:extent cx="3489435" cy="110617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89435" cy="1106170"/>
                      </a:xfrm>
                      <a:prstGeom prst="rect">
                        <a:avLst/>
                      </a:prstGeom>
                      <a:noFill/>
                      <a:ln w="9525">
                        <a:noFill/>
                        <a:miter lim="800000"/>
                        <a:headEnd/>
                        <a:tailEnd/>
                      </a:ln>
                    </wps:spPr>
                    <wps:txbx>
                      <w:txbxContent>
                        <w:p w14:paraId="3295217A" w14:textId="77777777" w:rsidR="00CC41E8" w:rsidRPr="00633089" w:rsidRDefault="00CC41E8" w:rsidP="00CC41E8">
                          <w:pPr>
                            <w:rPr>
                              <w:sz w:val="12"/>
                              <w:szCs w:val="12"/>
                            </w:rPr>
                          </w:pPr>
                          <w:r w:rsidRPr="00633089">
                            <w:rPr>
                              <w:sz w:val="12"/>
                              <w:szCs w:val="12"/>
                            </w:rPr>
                            <w:t>2500 Newmark Drive Miamisburg, OH 45342</w:t>
                          </w:r>
                          <w:r>
                            <w:rPr>
                              <w:sz w:val="12"/>
                              <w:szCs w:val="12"/>
                            </w:rPr>
                            <w:tab/>
                          </w:r>
                          <w:r>
                            <w:rPr>
                              <w:sz w:val="12"/>
                              <w:szCs w:val="12"/>
                            </w:rPr>
                            <w:tab/>
                          </w:r>
                          <w:r w:rsidRPr="00633089">
                            <w:rPr>
                              <w:sz w:val="12"/>
                              <w:szCs w:val="12"/>
                            </w:rPr>
                            <w:t>|</w:t>
                          </w:r>
                          <w:r>
                            <w:rPr>
                              <w:sz w:val="12"/>
                              <w:szCs w:val="12"/>
                            </w:rPr>
                            <w:tab/>
                          </w:r>
                          <w:r>
                            <w:rPr>
                              <w:sz w:val="12"/>
                              <w:szCs w:val="12"/>
                            </w:rPr>
                            <w:tab/>
                          </w:r>
                          <w:r w:rsidRPr="00633089">
                            <w:rPr>
                              <w:sz w:val="12"/>
                              <w:szCs w:val="12"/>
                            </w:rPr>
                            <w:t>(866) 552-3536</w:t>
                          </w:r>
                          <w:r>
                            <w:rPr>
                              <w:sz w:val="12"/>
                              <w:szCs w:val="12"/>
                            </w:rPr>
                            <w:tab/>
                          </w:r>
                          <w:r>
                            <w:rPr>
                              <w:sz w:val="12"/>
                              <w:szCs w:val="12"/>
                            </w:rPr>
                            <w:tab/>
                          </w:r>
                          <w:r w:rsidRPr="00633089">
                            <w:rPr>
                              <w:sz w:val="12"/>
                              <w:szCs w:val="12"/>
                            </w:rPr>
                            <w:t>|</w:t>
                          </w:r>
                          <w:r>
                            <w:rPr>
                              <w:sz w:val="12"/>
                              <w:szCs w:val="12"/>
                            </w:rPr>
                            <w:tab/>
                          </w:r>
                          <w:r>
                            <w:rPr>
                              <w:sz w:val="12"/>
                              <w:szCs w:val="12"/>
                            </w:rPr>
                            <w:tab/>
                          </w:r>
                          <w:hyperlink r:id="rId1" w:history="1">
                            <w:r w:rsidRPr="00633089">
                              <w:rPr>
                                <w:rStyle w:val="Hyperlink"/>
                                <w:sz w:val="12"/>
                                <w:szCs w:val="12"/>
                              </w:rPr>
                              <w:t>LJBinc.com</w:t>
                            </w:r>
                          </w:hyperlink>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7890620" id="_x0000_t202" coordsize="21600,21600" o:spt="202" path="m,l,21600r21600,l21600,xe">
              <v:stroke joinstyle="miter"/>
              <v:path gradientshapeok="t" o:connecttype="rect"/>
            </v:shapetype>
            <v:shape id="Text Box 2" o:spid="_x0000_s1026" type="#_x0000_t202" style="position:absolute;left:0;text-align:left;margin-left:208.85pt;margin-top:48.3pt;width:274.75pt;height:87.1pt;z-index:25167872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op-margin-area;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" filled="f" stroked="f">
              <v:textbox style="mso-fit-shape-to-text:t">
                <w:txbxContent>
                  <w:p w14:paraId="3295217A" w14:textId="77777777" w:rsidR="00CC41E8" w:rsidRPr="00633089" w:rsidRDefault="00CC41E8" w:rsidP="00CC41E8">
                    <w:pPr>
                      <w:rPr>
                        <w:sz w:val="12"/>
                        <w:szCs w:val="12"/>
                      </w:rPr>
                    </w:pPr>
                    <w:r w:rsidRPr="00633089">
                      <w:rPr>
                        <w:sz w:val="12"/>
                        <w:szCs w:val="12"/>
                      </w:rPr>
                      <w:t>2500 Newmark Drive Miamisburg, OH 45342</w:t>
                    </w:r>
                    <w:r>
                      <w:rPr>
                        <w:sz w:val="12"/>
                        <w:szCs w:val="12"/>
                      </w:rPr>
                      <w:tab/>
                    </w:r>
                    <w:r>
                      <w:rPr>
                        <w:sz w:val="12"/>
                        <w:szCs w:val="12"/>
                      </w:rPr>
                      <w:tab/>
                    </w:r>
                    <w:r w:rsidRPr="00633089">
                      <w:rPr>
                        <w:sz w:val="12"/>
                        <w:szCs w:val="12"/>
                      </w:rPr>
                      <w:t>|</w:t>
                    </w:r>
                    <w:r>
                      <w:rPr>
                        <w:sz w:val="12"/>
                        <w:szCs w:val="12"/>
                      </w:rPr>
                      <w:tab/>
                    </w:r>
                    <w:r>
                      <w:rPr>
                        <w:sz w:val="12"/>
                        <w:szCs w:val="12"/>
                      </w:rPr>
                      <w:tab/>
                    </w:r>
                    <w:r w:rsidRPr="00633089">
                      <w:rPr>
                        <w:sz w:val="12"/>
                        <w:szCs w:val="12"/>
                      </w:rPr>
                      <w:t>(866) 552-3536</w:t>
                    </w:r>
                    <w:r>
                      <w:rPr>
                        <w:sz w:val="12"/>
                        <w:szCs w:val="12"/>
                      </w:rPr>
                      <w:tab/>
                    </w:r>
                    <w:r>
                      <w:rPr>
                        <w:sz w:val="12"/>
                        <w:szCs w:val="12"/>
                      </w:rPr>
                      <w:tab/>
                    </w:r>
                    <w:r w:rsidRPr="00633089">
                      <w:rPr>
                        <w:sz w:val="12"/>
                        <w:szCs w:val="12"/>
                      </w:rPr>
                      <w:t>|</w:t>
                    </w:r>
                    <w:r>
                      <w:rPr>
                        <w:sz w:val="12"/>
                        <w:szCs w:val="12"/>
                      </w:rPr>
                      <w:tab/>
                    </w:r>
                    <w:r>
                      <w:rPr>
                        <w:sz w:val="12"/>
                        <w:szCs w:val="12"/>
                      </w:rPr>
                      <w:tab/>
                    </w:r>
                    <w:hyperlink r:id="rId2" w:history="1">
                      <w:r w:rsidRPr="00633089">
                        <w:rPr>
                          <w:rStyle w:val="Hyperlink"/>
                          <w:sz w:val="12"/>
                          <w:szCs w:val="12"/>
                        </w:rPr>
                        <w:t>LJBinc.com</w:t>
                      </w:r>
                    </w:hyperlink>
                  </w:p>
                </w:txbxContent>
              </v:textbox>
              <w10:wrap anchorx="margin" anchory="margin"/>
            </v:shape>
          </w:pict>
        </mc:Fallback>
      </mc:AlternateContent>
    </w:r>
    <w:r>
      <w:rPr>
        <w:noProof/>
      </w:rPr>
      <w:drawing>
        <wp:anchor distT="0" distB="0" distL="114300" distR="114300" simplePos="0" relativeHeight="251677696" behindDoc="0" locked="0" layoutInCell="1" allowOverlap="1" wp14:anchorId="26103E37" wp14:editId="582F9248">
          <wp:simplePos x="0" y="0"/>
          <wp:positionH relativeFrom="margin">
            <wp:posOffset>-439518</wp:posOffset>
          </wp:positionH>
          <wp:positionV relativeFrom="page">
            <wp:posOffset>354525</wp:posOffset>
          </wp:positionV>
          <wp:extent cx="2151185" cy="649033"/>
          <wp:effectExtent l="0" t="0" r="1905" b="0"/>
          <wp:wrapNone/>
          <wp:docPr id="2" name="Picture 2"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Logo, company name&#10;&#10;Description automatically generated"/>
                  <pic:cNvPicPr/>
                </pic:nvPicPr>
                <pic:blipFill>
                  <a:blip r:embed="rId3"/>
                  <a:stretch>
                    <a:fillRect/>
                  </a:stretch>
                </pic:blipFill>
                <pic:spPr>
                  <a:xfrm>
                    <a:off x="0" y="0"/>
                    <a:ext cx="2151185" cy="649033"/>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3F0E9E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289AE7D0"/>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002856A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A26EF1A4"/>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99F6E96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3EEAF54"/>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5D07200"/>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A26EC74"/>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76E7F2E"/>
    <w:lvl w:ilvl="0">
      <w:start w:val="1"/>
      <w:numFmt w:val="decimal"/>
      <w:pStyle w:val="ListNumber"/>
      <w:lvlText w:val="%1."/>
      <w:lvlJc w:val="left"/>
      <w:pPr>
        <w:tabs>
          <w:tab w:val="num" w:pos="360"/>
        </w:tabs>
        <w:ind w:left="360" w:hanging="360"/>
      </w:pPr>
    </w:lvl>
  </w:abstractNum>
  <w:abstractNum w:abstractNumId="9" w15:restartNumberingAfterBreak="0">
    <w:nsid w:val="00FA1DFD"/>
    <w:multiLevelType w:val="multilevel"/>
    <w:tmpl w:val="F760C354"/>
    <w:lvl w:ilvl="0">
      <w:start w:val="1"/>
      <w:numFmt w:val="decimal"/>
      <w:pStyle w:val="NumberingLevel1"/>
      <w:lvlText w:val="%1."/>
      <w:lvlJc w:val="left"/>
      <w:pPr>
        <w:ind w:left="720" w:hanging="360"/>
      </w:pPr>
      <w:rPr>
        <w:rFonts w:hint="default"/>
      </w:rPr>
    </w:lvl>
    <w:lvl w:ilvl="1">
      <w:start w:val="1"/>
      <w:numFmt w:val="lowerLetter"/>
      <w:pStyle w:val="NumberingLevel2"/>
      <w:lvlText w:val="%2."/>
      <w:lvlJc w:val="left"/>
      <w:pPr>
        <w:ind w:left="1080" w:hanging="360"/>
      </w:pPr>
      <w:rPr>
        <w:rFonts w:hint="default"/>
      </w:rPr>
    </w:lvl>
    <w:lvl w:ilvl="2">
      <w:start w:val="1"/>
      <w:numFmt w:val="lowerRoman"/>
      <w:pStyle w:val="NumberingLevel3"/>
      <w:lvlText w:val="%3."/>
      <w:lvlJc w:val="left"/>
      <w:pPr>
        <w:ind w:left="1440" w:hanging="360"/>
      </w:pPr>
      <w:rPr>
        <w:rFonts w:hint="default"/>
      </w:rPr>
    </w:lvl>
    <w:lvl w:ilvl="3">
      <w:start w:val="1"/>
      <w:numFmt w:val="decimal"/>
      <w:pStyle w:val="NumberingLevel4"/>
      <w:lvlText w:val="%4."/>
      <w:lvlJc w:val="left"/>
      <w:pPr>
        <w:ind w:left="180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0D494C55"/>
    <w:multiLevelType w:val="multilevel"/>
    <w:tmpl w:val="72441BFA"/>
    <w:lvl w:ilvl="0">
      <w:start w:val="1"/>
      <w:numFmt w:val="bullet"/>
      <w:pStyle w:val="BulletsLevel1"/>
      <w:lvlText w:val=""/>
      <w:lvlJc w:val="left"/>
      <w:pPr>
        <w:ind w:left="720" w:hanging="360"/>
      </w:pPr>
      <w:rPr>
        <w:rFonts w:ascii="Symbol" w:hAnsi="Symbol" w:hint="default"/>
        <w:color w:val="AB0033" w:themeColor="accent1"/>
      </w:rPr>
    </w:lvl>
    <w:lvl w:ilvl="1">
      <w:start w:val="1"/>
      <w:numFmt w:val="bullet"/>
      <w:pStyle w:val="BulletsLevel2"/>
      <w:lvlText w:val="−"/>
      <w:lvlJc w:val="left"/>
      <w:pPr>
        <w:ind w:left="1080" w:hanging="360"/>
      </w:pPr>
      <w:rPr>
        <w:rFonts w:ascii="Museo Sans 500" w:hAnsi="Museo Sans 500" w:hint="default"/>
        <w:color w:val="AB0033"/>
      </w:rPr>
    </w:lvl>
    <w:lvl w:ilvl="2">
      <w:start w:val="1"/>
      <w:numFmt w:val="bullet"/>
      <w:pStyle w:val="BulletsLevel3"/>
      <w:lvlText w:val="»"/>
      <w:lvlJc w:val="left"/>
      <w:pPr>
        <w:ind w:left="1440" w:hanging="360"/>
      </w:pPr>
      <w:rPr>
        <w:rFonts w:ascii="Museo Sans 500" w:hAnsi="Museo Sans 500" w:hint="default"/>
        <w:color w:val="AB0033"/>
      </w:rPr>
    </w:lvl>
    <w:lvl w:ilvl="3">
      <w:start w:val="1"/>
      <w:numFmt w:val="bullet"/>
      <w:pStyle w:val="BulletsLevel4"/>
      <w:lvlText w:val=""/>
      <w:lvlJc w:val="left"/>
      <w:pPr>
        <w:ind w:left="1800" w:hanging="360"/>
      </w:pPr>
      <w:rPr>
        <w:rFonts w:ascii="Wingdings 2" w:hAnsi="Wingdings 2" w:hint="default"/>
        <w:color w:val="AB0033" w:themeColor="accent1"/>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508C62E0"/>
    <w:multiLevelType w:val="hybridMultilevel"/>
    <w:tmpl w:val="DB5C1574"/>
    <w:lvl w:ilvl="0" w:tplc="FFFFFFFF">
      <w:start w:val="1"/>
      <w:numFmt w:val="upperLetter"/>
      <w:lvlText w:val="%1."/>
      <w:lvlJc w:val="left"/>
      <w:pPr>
        <w:ind w:left="720" w:hanging="360"/>
      </w:pPr>
      <w:rPr>
        <w:rFonts w:hint="default"/>
      </w:rPr>
    </w:lvl>
    <w:lvl w:ilvl="1" w:tplc="0409000F">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56A00BB8"/>
    <w:multiLevelType w:val="hybridMultilevel"/>
    <w:tmpl w:val="75F6C274"/>
    <w:lvl w:ilvl="0" w:tplc="04090015">
      <w:start w:val="1"/>
      <w:numFmt w:val="upperLetter"/>
      <w:lvlText w:val="%1."/>
      <w:lvlJc w:val="lef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A1E2925"/>
    <w:multiLevelType w:val="hybridMultilevel"/>
    <w:tmpl w:val="D41259B8"/>
    <w:lvl w:ilvl="0" w:tplc="04090015">
      <w:start w:val="1"/>
      <w:numFmt w:val="upperLetter"/>
      <w:lvlText w:val="%1."/>
      <w:lvlJc w:val="lef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38059642">
    <w:abstractNumId w:val="7"/>
  </w:num>
  <w:num w:numId="2" w16cid:durableId="388115102">
    <w:abstractNumId w:val="6"/>
  </w:num>
  <w:num w:numId="3" w16cid:durableId="1603881313">
    <w:abstractNumId w:val="5"/>
  </w:num>
  <w:num w:numId="4" w16cid:durableId="1825314142">
    <w:abstractNumId w:val="4"/>
  </w:num>
  <w:num w:numId="5" w16cid:durableId="1930308047">
    <w:abstractNumId w:val="8"/>
  </w:num>
  <w:num w:numId="6" w16cid:durableId="451485006">
    <w:abstractNumId w:val="3"/>
  </w:num>
  <w:num w:numId="7" w16cid:durableId="201871429">
    <w:abstractNumId w:val="2"/>
  </w:num>
  <w:num w:numId="8" w16cid:durableId="855265467">
    <w:abstractNumId w:val="1"/>
  </w:num>
  <w:num w:numId="9" w16cid:durableId="387458695">
    <w:abstractNumId w:val="0"/>
  </w:num>
  <w:num w:numId="10" w16cid:durableId="241331281">
    <w:abstractNumId w:val="10"/>
  </w:num>
  <w:num w:numId="11" w16cid:durableId="1890609670">
    <w:abstractNumId w:val="9"/>
  </w:num>
  <w:num w:numId="12" w16cid:durableId="188570811">
    <w:abstractNumId w:val="12"/>
  </w:num>
  <w:num w:numId="13" w16cid:durableId="7831383">
    <w:abstractNumId w:val="11"/>
  </w:num>
  <w:num w:numId="14" w16cid:durableId="1061362985">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formatting="1" w:enforcement="0"/>
  <w:defaultTabStop w:val="11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MDQ1MjeyNDcxsLQwMDBX0lEKTi0uzszPAykwMagFAILTEBMtAAAA"/>
  </w:docVars>
  <w:rsids>
    <w:rsidRoot w:val="00786281"/>
    <w:rsid w:val="000017B2"/>
    <w:rsid w:val="000033E7"/>
    <w:rsid w:val="00005AFC"/>
    <w:rsid w:val="00007311"/>
    <w:rsid w:val="00007EBA"/>
    <w:rsid w:val="00010A30"/>
    <w:rsid w:val="00010C6A"/>
    <w:rsid w:val="00010CAB"/>
    <w:rsid w:val="00012565"/>
    <w:rsid w:val="000146D5"/>
    <w:rsid w:val="00016AE4"/>
    <w:rsid w:val="00017717"/>
    <w:rsid w:val="00020A46"/>
    <w:rsid w:val="000219A0"/>
    <w:rsid w:val="00024169"/>
    <w:rsid w:val="00027D67"/>
    <w:rsid w:val="0003022B"/>
    <w:rsid w:val="00030B8D"/>
    <w:rsid w:val="00031D4D"/>
    <w:rsid w:val="0003689E"/>
    <w:rsid w:val="00036ED2"/>
    <w:rsid w:val="00037BB5"/>
    <w:rsid w:val="0004160C"/>
    <w:rsid w:val="00041CED"/>
    <w:rsid w:val="000460AE"/>
    <w:rsid w:val="00046B97"/>
    <w:rsid w:val="0005053E"/>
    <w:rsid w:val="00051A3B"/>
    <w:rsid w:val="00052034"/>
    <w:rsid w:val="00052715"/>
    <w:rsid w:val="000539EF"/>
    <w:rsid w:val="00054511"/>
    <w:rsid w:val="0005457A"/>
    <w:rsid w:val="00054595"/>
    <w:rsid w:val="000569A3"/>
    <w:rsid w:val="0005731D"/>
    <w:rsid w:val="000606D2"/>
    <w:rsid w:val="00061AB6"/>
    <w:rsid w:val="00062030"/>
    <w:rsid w:val="00062B5C"/>
    <w:rsid w:val="00063E21"/>
    <w:rsid w:val="00064494"/>
    <w:rsid w:val="000707EC"/>
    <w:rsid w:val="00070AAD"/>
    <w:rsid w:val="000719AA"/>
    <w:rsid w:val="00071AEB"/>
    <w:rsid w:val="00073489"/>
    <w:rsid w:val="00074135"/>
    <w:rsid w:val="00076554"/>
    <w:rsid w:val="00077D72"/>
    <w:rsid w:val="0009025C"/>
    <w:rsid w:val="00091232"/>
    <w:rsid w:val="00092528"/>
    <w:rsid w:val="00094821"/>
    <w:rsid w:val="000A0395"/>
    <w:rsid w:val="000A2E51"/>
    <w:rsid w:val="000A4911"/>
    <w:rsid w:val="000A6571"/>
    <w:rsid w:val="000B152A"/>
    <w:rsid w:val="000B2199"/>
    <w:rsid w:val="000B3210"/>
    <w:rsid w:val="000B5471"/>
    <w:rsid w:val="000B5E7E"/>
    <w:rsid w:val="000B6586"/>
    <w:rsid w:val="000C0CD1"/>
    <w:rsid w:val="000C27E9"/>
    <w:rsid w:val="000C38E8"/>
    <w:rsid w:val="000C588B"/>
    <w:rsid w:val="000D08AD"/>
    <w:rsid w:val="000D3578"/>
    <w:rsid w:val="000D560A"/>
    <w:rsid w:val="000D5A5E"/>
    <w:rsid w:val="000E0C39"/>
    <w:rsid w:val="000E1293"/>
    <w:rsid w:val="000E1515"/>
    <w:rsid w:val="000E44BF"/>
    <w:rsid w:val="000E6688"/>
    <w:rsid w:val="000F1AEF"/>
    <w:rsid w:val="000F248E"/>
    <w:rsid w:val="000F493A"/>
    <w:rsid w:val="000F57D0"/>
    <w:rsid w:val="000F57F3"/>
    <w:rsid w:val="000F5827"/>
    <w:rsid w:val="000F663A"/>
    <w:rsid w:val="000F7580"/>
    <w:rsid w:val="00104F28"/>
    <w:rsid w:val="00106103"/>
    <w:rsid w:val="001102D1"/>
    <w:rsid w:val="00111262"/>
    <w:rsid w:val="00111764"/>
    <w:rsid w:val="00111F3B"/>
    <w:rsid w:val="00112A0F"/>
    <w:rsid w:val="00113232"/>
    <w:rsid w:val="00113369"/>
    <w:rsid w:val="00113547"/>
    <w:rsid w:val="00114C00"/>
    <w:rsid w:val="00121062"/>
    <w:rsid w:val="00122B2B"/>
    <w:rsid w:val="001260D8"/>
    <w:rsid w:val="00126BEB"/>
    <w:rsid w:val="00127AF7"/>
    <w:rsid w:val="00127CDD"/>
    <w:rsid w:val="00131C5F"/>
    <w:rsid w:val="001329FA"/>
    <w:rsid w:val="00133244"/>
    <w:rsid w:val="00133769"/>
    <w:rsid w:val="00135C03"/>
    <w:rsid w:val="00137B69"/>
    <w:rsid w:val="0014138A"/>
    <w:rsid w:val="001416EB"/>
    <w:rsid w:val="00144136"/>
    <w:rsid w:val="001457DA"/>
    <w:rsid w:val="0014686A"/>
    <w:rsid w:val="0014768E"/>
    <w:rsid w:val="00147797"/>
    <w:rsid w:val="00147997"/>
    <w:rsid w:val="00151061"/>
    <w:rsid w:val="00151B5D"/>
    <w:rsid w:val="001560D1"/>
    <w:rsid w:val="00156854"/>
    <w:rsid w:val="0016064E"/>
    <w:rsid w:val="00163ABC"/>
    <w:rsid w:val="00163C46"/>
    <w:rsid w:val="00167B1B"/>
    <w:rsid w:val="001716C1"/>
    <w:rsid w:val="001721C1"/>
    <w:rsid w:val="00172654"/>
    <w:rsid w:val="0017570E"/>
    <w:rsid w:val="00175AA2"/>
    <w:rsid w:val="00181226"/>
    <w:rsid w:val="00182518"/>
    <w:rsid w:val="0018386C"/>
    <w:rsid w:val="00183BC6"/>
    <w:rsid w:val="00186482"/>
    <w:rsid w:val="00190DD5"/>
    <w:rsid w:val="0019492D"/>
    <w:rsid w:val="00195DAA"/>
    <w:rsid w:val="001A0664"/>
    <w:rsid w:val="001A16A4"/>
    <w:rsid w:val="001A2C02"/>
    <w:rsid w:val="001A3568"/>
    <w:rsid w:val="001A4796"/>
    <w:rsid w:val="001A47C1"/>
    <w:rsid w:val="001A6EBB"/>
    <w:rsid w:val="001B0046"/>
    <w:rsid w:val="001B4B3E"/>
    <w:rsid w:val="001C143F"/>
    <w:rsid w:val="001C2A32"/>
    <w:rsid w:val="001C4099"/>
    <w:rsid w:val="001C5524"/>
    <w:rsid w:val="001C6DD1"/>
    <w:rsid w:val="001C7597"/>
    <w:rsid w:val="001D2925"/>
    <w:rsid w:val="001D3726"/>
    <w:rsid w:val="001D4415"/>
    <w:rsid w:val="001D51F7"/>
    <w:rsid w:val="001D56C3"/>
    <w:rsid w:val="001D575F"/>
    <w:rsid w:val="001D5843"/>
    <w:rsid w:val="001D5A21"/>
    <w:rsid w:val="001D5C1D"/>
    <w:rsid w:val="001D67B5"/>
    <w:rsid w:val="001D6EB9"/>
    <w:rsid w:val="001D73E9"/>
    <w:rsid w:val="001D7A87"/>
    <w:rsid w:val="001E02C7"/>
    <w:rsid w:val="001E0841"/>
    <w:rsid w:val="001E45FB"/>
    <w:rsid w:val="001E4802"/>
    <w:rsid w:val="001E5D6A"/>
    <w:rsid w:val="001E7527"/>
    <w:rsid w:val="001F040E"/>
    <w:rsid w:val="001F0C63"/>
    <w:rsid w:val="001F0D39"/>
    <w:rsid w:val="001F12BE"/>
    <w:rsid w:val="001F4C99"/>
    <w:rsid w:val="001F7C60"/>
    <w:rsid w:val="001F7DC9"/>
    <w:rsid w:val="0020043F"/>
    <w:rsid w:val="00200533"/>
    <w:rsid w:val="0020261D"/>
    <w:rsid w:val="002027A6"/>
    <w:rsid w:val="002038B3"/>
    <w:rsid w:val="002049BC"/>
    <w:rsid w:val="002072A4"/>
    <w:rsid w:val="002122BC"/>
    <w:rsid w:val="00213FFF"/>
    <w:rsid w:val="0021470C"/>
    <w:rsid w:val="00216801"/>
    <w:rsid w:val="00220497"/>
    <w:rsid w:val="00222FCA"/>
    <w:rsid w:val="0022510E"/>
    <w:rsid w:val="002257A4"/>
    <w:rsid w:val="0022607A"/>
    <w:rsid w:val="0022631B"/>
    <w:rsid w:val="0023132C"/>
    <w:rsid w:val="0023793E"/>
    <w:rsid w:val="00246A22"/>
    <w:rsid w:val="002477FD"/>
    <w:rsid w:val="002479D9"/>
    <w:rsid w:val="002506E5"/>
    <w:rsid w:val="00252522"/>
    <w:rsid w:val="002527ED"/>
    <w:rsid w:val="00252C29"/>
    <w:rsid w:val="00253946"/>
    <w:rsid w:val="00254338"/>
    <w:rsid w:val="00254A21"/>
    <w:rsid w:val="00254E62"/>
    <w:rsid w:val="0025626F"/>
    <w:rsid w:val="00260252"/>
    <w:rsid w:val="0026237B"/>
    <w:rsid w:val="00262FD8"/>
    <w:rsid w:val="0026439F"/>
    <w:rsid w:val="0026477E"/>
    <w:rsid w:val="002648B6"/>
    <w:rsid w:val="00265883"/>
    <w:rsid w:val="00267282"/>
    <w:rsid w:val="00267975"/>
    <w:rsid w:val="002718F6"/>
    <w:rsid w:val="0027248C"/>
    <w:rsid w:val="00274E04"/>
    <w:rsid w:val="00277FC9"/>
    <w:rsid w:val="00283405"/>
    <w:rsid w:val="00283D9A"/>
    <w:rsid w:val="00285100"/>
    <w:rsid w:val="00285918"/>
    <w:rsid w:val="00286C16"/>
    <w:rsid w:val="00287F7B"/>
    <w:rsid w:val="00287FEB"/>
    <w:rsid w:val="0029010C"/>
    <w:rsid w:val="0029096A"/>
    <w:rsid w:val="0029234A"/>
    <w:rsid w:val="00295937"/>
    <w:rsid w:val="00295EBB"/>
    <w:rsid w:val="0029738C"/>
    <w:rsid w:val="002A157D"/>
    <w:rsid w:val="002A15B0"/>
    <w:rsid w:val="002A2E64"/>
    <w:rsid w:val="002A3FE3"/>
    <w:rsid w:val="002A4B7E"/>
    <w:rsid w:val="002A4D5B"/>
    <w:rsid w:val="002A59EC"/>
    <w:rsid w:val="002A5D3C"/>
    <w:rsid w:val="002B0AAD"/>
    <w:rsid w:val="002B18E5"/>
    <w:rsid w:val="002B1E57"/>
    <w:rsid w:val="002B3C4D"/>
    <w:rsid w:val="002B604D"/>
    <w:rsid w:val="002C07B1"/>
    <w:rsid w:val="002C4BB4"/>
    <w:rsid w:val="002C4BFD"/>
    <w:rsid w:val="002C759A"/>
    <w:rsid w:val="002C76B5"/>
    <w:rsid w:val="002D36D5"/>
    <w:rsid w:val="002D3C94"/>
    <w:rsid w:val="002D5CE5"/>
    <w:rsid w:val="002D73B8"/>
    <w:rsid w:val="002D7563"/>
    <w:rsid w:val="002E0624"/>
    <w:rsid w:val="002E06AB"/>
    <w:rsid w:val="002E17ED"/>
    <w:rsid w:val="002E1B1B"/>
    <w:rsid w:val="002E3943"/>
    <w:rsid w:val="002E6A73"/>
    <w:rsid w:val="002E6EFA"/>
    <w:rsid w:val="002E74DB"/>
    <w:rsid w:val="002E7E40"/>
    <w:rsid w:val="002F2111"/>
    <w:rsid w:val="002F466A"/>
    <w:rsid w:val="002F472C"/>
    <w:rsid w:val="002F4CE1"/>
    <w:rsid w:val="002F610C"/>
    <w:rsid w:val="00300A4C"/>
    <w:rsid w:val="00300B75"/>
    <w:rsid w:val="0030153A"/>
    <w:rsid w:val="003041EA"/>
    <w:rsid w:val="00310D37"/>
    <w:rsid w:val="003118AB"/>
    <w:rsid w:val="003159E0"/>
    <w:rsid w:val="003167A2"/>
    <w:rsid w:val="00317CD4"/>
    <w:rsid w:val="00320205"/>
    <w:rsid w:val="003206F6"/>
    <w:rsid w:val="00321DD4"/>
    <w:rsid w:val="00322FA2"/>
    <w:rsid w:val="00324521"/>
    <w:rsid w:val="00324A00"/>
    <w:rsid w:val="0032603B"/>
    <w:rsid w:val="003271A4"/>
    <w:rsid w:val="0032782C"/>
    <w:rsid w:val="00333099"/>
    <w:rsid w:val="003330DB"/>
    <w:rsid w:val="003332E9"/>
    <w:rsid w:val="0033366E"/>
    <w:rsid w:val="003339A4"/>
    <w:rsid w:val="00334AB4"/>
    <w:rsid w:val="00334C1A"/>
    <w:rsid w:val="00334CA0"/>
    <w:rsid w:val="00335D59"/>
    <w:rsid w:val="00336329"/>
    <w:rsid w:val="003406D2"/>
    <w:rsid w:val="00340A82"/>
    <w:rsid w:val="00341F9F"/>
    <w:rsid w:val="0034432F"/>
    <w:rsid w:val="00344B1E"/>
    <w:rsid w:val="00345F01"/>
    <w:rsid w:val="0034664E"/>
    <w:rsid w:val="0034741C"/>
    <w:rsid w:val="00350120"/>
    <w:rsid w:val="0035105D"/>
    <w:rsid w:val="00352728"/>
    <w:rsid w:val="0035362C"/>
    <w:rsid w:val="003548F7"/>
    <w:rsid w:val="0035561E"/>
    <w:rsid w:val="00356E97"/>
    <w:rsid w:val="003574DB"/>
    <w:rsid w:val="00357E7E"/>
    <w:rsid w:val="00360A85"/>
    <w:rsid w:val="00362222"/>
    <w:rsid w:val="00363C3C"/>
    <w:rsid w:val="00363F7A"/>
    <w:rsid w:val="00365DCF"/>
    <w:rsid w:val="003664A7"/>
    <w:rsid w:val="003665F2"/>
    <w:rsid w:val="003670B1"/>
    <w:rsid w:val="003672BD"/>
    <w:rsid w:val="003707A0"/>
    <w:rsid w:val="00374F32"/>
    <w:rsid w:val="00377F69"/>
    <w:rsid w:val="003806AD"/>
    <w:rsid w:val="0038131E"/>
    <w:rsid w:val="003820AB"/>
    <w:rsid w:val="00382455"/>
    <w:rsid w:val="00383E47"/>
    <w:rsid w:val="00390250"/>
    <w:rsid w:val="003909B7"/>
    <w:rsid w:val="00391F4A"/>
    <w:rsid w:val="0039336F"/>
    <w:rsid w:val="00393980"/>
    <w:rsid w:val="00394986"/>
    <w:rsid w:val="003949A6"/>
    <w:rsid w:val="00394E9A"/>
    <w:rsid w:val="003A103A"/>
    <w:rsid w:val="003A1A07"/>
    <w:rsid w:val="003A5743"/>
    <w:rsid w:val="003A7445"/>
    <w:rsid w:val="003B1DA4"/>
    <w:rsid w:val="003B45E0"/>
    <w:rsid w:val="003B5A70"/>
    <w:rsid w:val="003B5C83"/>
    <w:rsid w:val="003B6ED1"/>
    <w:rsid w:val="003B7362"/>
    <w:rsid w:val="003C0320"/>
    <w:rsid w:val="003C162B"/>
    <w:rsid w:val="003C2279"/>
    <w:rsid w:val="003C5AD3"/>
    <w:rsid w:val="003C6C85"/>
    <w:rsid w:val="003D00F2"/>
    <w:rsid w:val="003D0B4B"/>
    <w:rsid w:val="003D13A6"/>
    <w:rsid w:val="003D478E"/>
    <w:rsid w:val="003D4D24"/>
    <w:rsid w:val="003D54E8"/>
    <w:rsid w:val="003D7DCD"/>
    <w:rsid w:val="003E5703"/>
    <w:rsid w:val="003E581D"/>
    <w:rsid w:val="003E6FD0"/>
    <w:rsid w:val="003F0023"/>
    <w:rsid w:val="003F1496"/>
    <w:rsid w:val="003F24F5"/>
    <w:rsid w:val="003F259F"/>
    <w:rsid w:val="003F2BAB"/>
    <w:rsid w:val="003F3040"/>
    <w:rsid w:val="003F56E3"/>
    <w:rsid w:val="004056B8"/>
    <w:rsid w:val="0040581C"/>
    <w:rsid w:val="00405E3B"/>
    <w:rsid w:val="00412B30"/>
    <w:rsid w:val="004134B4"/>
    <w:rsid w:val="00414CC6"/>
    <w:rsid w:val="0041728B"/>
    <w:rsid w:val="00417A62"/>
    <w:rsid w:val="00420410"/>
    <w:rsid w:val="00420949"/>
    <w:rsid w:val="0042192E"/>
    <w:rsid w:val="00421D15"/>
    <w:rsid w:val="004228F2"/>
    <w:rsid w:val="00422B61"/>
    <w:rsid w:val="0042336D"/>
    <w:rsid w:val="004235D2"/>
    <w:rsid w:val="00424386"/>
    <w:rsid w:val="004311A4"/>
    <w:rsid w:val="00431D43"/>
    <w:rsid w:val="00431DB7"/>
    <w:rsid w:val="0043388B"/>
    <w:rsid w:val="00435003"/>
    <w:rsid w:val="004352C8"/>
    <w:rsid w:val="0043675B"/>
    <w:rsid w:val="004369AA"/>
    <w:rsid w:val="0044144C"/>
    <w:rsid w:val="00444ABC"/>
    <w:rsid w:val="00446AD7"/>
    <w:rsid w:val="004513BD"/>
    <w:rsid w:val="00452FD6"/>
    <w:rsid w:val="0045464C"/>
    <w:rsid w:val="0045475A"/>
    <w:rsid w:val="00454A0A"/>
    <w:rsid w:val="00456D23"/>
    <w:rsid w:val="00457304"/>
    <w:rsid w:val="00457677"/>
    <w:rsid w:val="00457A26"/>
    <w:rsid w:val="00460200"/>
    <w:rsid w:val="004603BA"/>
    <w:rsid w:val="00461E95"/>
    <w:rsid w:val="00462983"/>
    <w:rsid w:val="004639C7"/>
    <w:rsid w:val="00464C17"/>
    <w:rsid w:val="00465CD6"/>
    <w:rsid w:val="0047172C"/>
    <w:rsid w:val="00471A8C"/>
    <w:rsid w:val="00471C32"/>
    <w:rsid w:val="00474254"/>
    <w:rsid w:val="00474EBE"/>
    <w:rsid w:val="0047567C"/>
    <w:rsid w:val="00477089"/>
    <w:rsid w:val="004770F7"/>
    <w:rsid w:val="00477648"/>
    <w:rsid w:val="00480643"/>
    <w:rsid w:val="0048087C"/>
    <w:rsid w:val="00480A31"/>
    <w:rsid w:val="004819E3"/>
    <w:rsid w:val="004837C7"/>
    <w:rsid w:val="00483A80"/>
    <w:rsid w:val="0048532F"/>
    <w:rsid w:val="0048698C"/>
    <w:rsid w:val="00492544"/>
    <w:rsid w:val="00494A2D"/>
    <w:rsid w:val="00496BF9"/>
    <w:rsid w:val="00497413"/>
    <w:rsid w:val="00497EA7"/>
    <w:rsid w:val="004A0785"/>
    <w:rsid w:val="004A0E92"/>
    <w:rsid w:val="004A158A"/>
    <w:rsid w:val="004A1B3B"/>
    <w:rsid w:val="004A3397"/>
    <w:rsid w:val="004A428F"/>
    <w:rsid w:val="004A5007"/>
    <w:rsid w:val="004A5CE6"/>
    <w:rsid w:val="004A6BE8"/>
    <w:rsid w:val="004A707D"/>
    <w:rsid w:val="004B11FC"/>
    <w:rsid w:val="004B22B8"/>
    <w:rsid w:val="004B3934"/>
    <w:rsid w:val="004B65EF"/>
    <w:rsid w:val="004C019A"/>
    <w:rsid w:val="004C04C2"/>
    <w:rsid w:val="004C088B"/>
    <w:rsid w:val="004C1486"/>
    <w:rsid w:val="004C1604"/>
    <w:rsid w:val="004C32B7"/>
    <w:rsid w:val="004C3DA0"/>
    <w:rsid w:val="004C4CAC"/>
    <w:rsid w:val="004C6946"/>
    <w:rsid w:val="004D002A"/>
    <w:rsid w:val="004D40F7"/>
    <w:rsid w:val="004D4128"/>
    <w:rsid w:val="004D4312"/>
    <w:rsid w:val="004D45B8"/>
    <w:rsid w:val="004D6D26"/>
    <w:rsid w:val="004D7740"/>
    <w:rsid w:val="004E4491"/>
    <w:rsid w:val="004E48C3"/>
    <w:rsid w:val="004E56F3"/>
    <w:rsid w:val="004E72A4"/>
    <w:rsid w:val="004E73E2"/>
    <w:rsid w:val="004F451F"/>
    <w:rsid w:val="004F6122"/>
    <w:rsid w:val="004F631E"/>
    <w:rsid w:val="004F7ABC"/>
    <w:rsid w:val="004F7F5B"/>
    <w:rsid w:val="0050064C"/>
    <w:rsid w:val="00500986"/>
    <w:rsid w:val="00501163"/>
    <w:rsid w:val="00501795"/>
    <w:rsid w:val="005017C7"/>
    <w:rsid w:val="00503E97"/>
    <w:rsid w:val="005075AB"/>
    <w:rsid w:val="00507F8A"/>
    <w:rsid w:val="005108C2"/>
    <w:rsid w:val="00510ECF"/>
    <w:rsid w:val="005156F6"/>
    <w:rsid w:val="00516633"/>
    <w:rsid w:val="00516979"/>
    <w:rsid w:val="00521CFB"/>
    <w:rsid w:val="00521EDA"/>
    <w:rsid w:val="00524178"/>
    <w:rsid w:val="00525C13"/>
    <w:rsid w:val="00527641"/>
    <w:rsid w:val="0053445E"/>
    <w:rsid w:val="0053459B"/>
    <w:rsid w:val="0053553E"/>
    <w:rsid w:val="00535F31"/>
    <w:rsid w:val="00536B0C"/>
    <w:rsid w:val="00540AD5"/>
    <w:rsid w:val="00542E4B"/>
    <w:rsid w:val="00542EA5"/>
    <w:rsid w:val="00547A2B"/>
    <w:rsid w:val="005513A4"/>
    <w:rsid w:val="00552180"/>
    <w:rsid w:val="0055436A"/>
    <w:rsid w:val="005550D1"/>
    <w:rsid w:val="00555BCC"/>
    <w:rsid w:val="00556FD0"/>
    <w:rsid w:val="005609E8"/>
    <w:rsid w:val="00562638"/>
    <w:rsid w:val="00562930"/>
    <w:rsid w:val="005633D0"/>
    <w:rsid w:val="005641F2"/>
    <w:rsid w:val="00564736"/>
    <w:rsid w:val="00564788"/>
    <w:rsid w:val="0056486C"/>
    <w:rsid w:val="00564E86"/>
    <w:rsid w:val="005653F2"/>
    <w:rsid w:val="00565770"/>
    <w:rsid w:val="005703A7"/>
    <w:rsid w:val="00572178"/>
    <w:rsid w:val="00575C84"/>
    <w:rsid w:val="00576547"/>
    <w:rsid w:val="00581B77"/>
    <w:rsid w:val="00583275"/>
    <w:rsid w:val="00586882"/>
    <w:rsid w:val="00587BB0"/>
    <w:rsid w:val="00592A39"/>
    <w:rsid w:val="00593EDB"/>
    <w:rsid w:val="0059511E"/>
    <w:rsid w:val="00595CA2"/>
    <w:rsid w:val="0059639F"/>
    <w:rsid w:val="005A2E7C"/>
    <w:rsid w:val="005A3B29"/>
    <w:rsid w:val="005A6837"/>
    <w:rsid w:val="005A6F48"/>
    <w:rsid w:val="005A7B17"/>
    <w:rsid w:val="005B0A3A"/>
    <w:rsid w:val="005B1440"/>
    <w:rsid w:val="005B1EBB"/>
    <w:rsid w:val="005B37CD"/>
    <w:rsid w:val="005B3946"/>
    <w:rsid w:val="005B4DED"/>
    <w:rsid w:val="005B5A52"/>
    <w:rsid w:val="005B6BE7"/>
    <w:rsid w:val="005B7DE9"/>
    <w:rsid w:val="005C04FD"/>
    <w:rsid w:val="005C1D3B"/>
    <w:rsid w:val="005C24A5"/>
    <w:rsid w:val="005C25AB"/>
    <w:rsid w:val="005C6C24"/>
    <w:rsid w:val="005D0370"/>
    <w:rsid w:val="005D184D"/>
    <w:rsid w:val="005D2518"/>
    <w:rsid w:val="005D3BF7"/>
    <w:rsid w:val="005D3F7D"/>
    <w:rsid w:val="005D5771"/>
    <w:rsid w:val="005D68A8"/>
    <w:rsid w:val="005D7AD3"/>
    <w:rsid w:val="005E0FC3"/>
    <w:rsid w:val="005E16C4"/>
    <w:rsid w:val="005E273C"/>
    <w:rsid w:val="005E2952"/>
    <w:rsid w:val="005E402A"/>
    <w:rsid w:val="005E4D5A"/>
    <w:rsid w:val="005E5AC4"/>
    <w:rsid w:val="005E689A"/>
    <w:rsid w:val="005E7446"/>
    <w:rsid w:val="005F00C5"/>
    <w:rsid w:val="005F11A1"/>
    <w:rsid w:val="005F12C5"/>
    <w:rsid w:val="005F1513"/>
    <w:rsid w:val="005F2772"/>
    <w:rsid w:val="005F2CEB"/>
    <w:rsid w:val="005F458D"/>
    <w:rsid w:val="005F4DAA"/>
    <w:rsid w:val="00600CB7"/>
    <w:rsid w:val="00600E63"/>
    <w:rsid w:val="00603AB7"/>
    <w:rsid w:val="006040AD"/>
    <w:rsid w:val="006057F7"/>
    <w:rsid w:val="00612BFD"/>
    <w:rsid w:val="006151C7"/>
    <w:rsid w:val="00615883"/>
    <w:rsid w:val="00615D52"/>
    <w:rsid w:val="00616D25"/>
    <w:rsid w:val="00616F2C"/>
    <w:rsid w:val="00620AFE"/>
    <w:rsid w:val="00621351"/>
    <w:rsid w:val="00624778"/>
    <w:rsid w:val="00626E67"/>
    <w:rsid w:val="006301AC"/>
    <w:rsid w:val="00633089"/>
    <w:rsid w:val="006351B4"/>
    <w:rsid w:val="0063637F"/>
    <w:rsid w:val="00636C78"/>
    <w:rsid w:val="006375AC"/>
    <w:rsid w:val="00640EA9"/>
    <w:rsid w:val="00641E52"/>
    <w:rsid w:val="006425A0"/>
    <w:rsid w:val="00642A59"/>
    <w:rsid w:val="00644E86"/>
    <w:rsid w:val="00645979"/>
    <w:rsid w:val="00650420"/>
    <w:rsid w:val="006504BB"/>
    <w:rsid w:val="00650A56"/>
    <w:rsid w:val="006511EF"/>
    <w:rsid w:val="00651B63"/>
    <w:rsid w:val="00652E15"/>
    <w:rsid w:val="00655E6E"/>
    <w:rsid w:val="00657334"/>
    <w:rsid w:val="00657858"/>
    <w:rsid w:val="006611F3"/>
    <w:rsid w:val="0066233E"/>
    <w:rsid w:val="00662F7E"/>
    <w:rsid w:val="006633BC"/>
    <w:rsid w:val="0066340B"/>
    <w:rsid w:val="00663BB2"/>
    <w:rsid w:val="006650EF"/>
    <w:rsid w:val="006651AF"/>
    <w:rsid w:val="006652CD"/>
    <w:rsid w:val="00666523"/>
    <w:rsid w:val="00666745"/>
    <w:rsid w:val="00667D66"/>
    <w:rsid w:val="006714DE"/>
    <w:rsid w:val="006715D8"/>
    <w:rsid w:val="0067231A"/>
    <w:rsid w:val="00673FF0"/>
    <w:rsid w:val="00675064"/>
    <w:rsid w:val="00676672"/>
    <w:rsid w:val="00677740"/>
    <w:rsid w:val="006803AD"/>
    <w:rsid w:val="006811B1"/>
    <w:rsid w:val="00681CBE"/>
    <w:rsid w:val="0068343D"/>
    <w:rsid w:val="00685510"/>
    <w:rsid w:val="0069014E"/>
    <w:rsid w:val="00692EF8"/>
    <w:rsid w:val="00693411"/>
    <w:rsid w:val="00693E48"/>
    <w:rsid w:val="00694FAE"/>
    <w:rsid w:val="00695B71"/>
    <w:rsid w:val="00697298"/>
    <w:rsid w:val="006973E2"/>
    <w:rsid w:val="006976E4"/>
    <w:rsid w:val="006A38A5"/>
    <w:rsid w:val="006A3927"/>
    <w:rsid w:val="006A4D68"/>
    <w:rsid w:val="006A6280"/>
    <w:rsid w:val="006A7132"/>
    <w:rsid w:val="006A7E1E"/>
    <w:rsid w:val="006B1539"/>
    <w:rsid w:val="006B2ED1"/>
    <w:rsid w:val="006B4AAF"/>
    <w:rsid w:val="006B53EB"/>
    <w:rsid w:val="006B658D"/>
    <w:rsid w:val="006B7182"/>
    <w:rsid w:val="006B7D41"/>
    <w:rsid w:val="006C1A90"/>
    <w:rsid w:val="006C61FE"/>
    <w:rsid w:val="006C6463"/>
    <w:rsid w:val="006C7B5D"/>
    <w:rsid w:val="006D021C"/>
    <w:rsid w:val="006D13C9"/>
    <w:rsid w:val="006D324F"/>
    <w:rsid w:val="006D385D"/>
    <w:rsid w:val="006D444B"/>
    <w:rsid w:val="006D5EE9"/>
    <w:rsid w:val="006D6246"/>
    <w:rsid w:val="006E2C4B"/>
    <w:rsid w:val="006E3D40"/>
    <w:rsid w:val="006E48CD"/>
    <w:rsid w:val="006E5C1F"/>
    <w:rsid w:val="006E63ED"/>
    <w:rsid w:val="006E65D2"/>
    <w:rsid w:val="006E6FF1"/>
    <w:rsid w:val="006F0640"/>
    <w:rsid w:val="006F123C"/>
    <w:rsid w:val="006F1FA6"/>
    <w:rsid w:val="006F2430"/>
    <w:rsid w:val="006F33AD"/>
    <w:rsid w:val="006F3FF3"/>
    <w:rsid w:val="006F407C"/>
    <w:rsid w:val="006F4269"/>
    <w:rsid w:val="006F531D"/>
    <w:rsid w:val="006F5A5B"/>
    <w:rsid w:val="006F7E7D"/>
    <w:rsid w:val="00704670"/>
    <w:rsid w:val="00704909"/>
    <w:rsid w:val="00705DD5"/>
    <w:rsid w:val="00705E33"/>
    <w:rsid w:val="00705F0D"/>
    <w:rsid w:val="007107B3"/>
    <w:rsid w:val="00711512"/>
    <w:rsid w:val="00713976"/>
    <w:rsid w:val="007165BF"/>
    <w:rsid w:val="00720FC4"/>
    <w:rsid w:val="007215FE"/>
    <w:rsid w:val="00723853"/>
    <w:rsid w:val="00724B74"/>
    <w:rsid w:val="007264F5"/>
    <w:rsid w:val="007265E1"/>
    <w:rsid w:val="00727361"/>
    <w:rsid w:val="0072793B"/>
    <w:rsid w:val="00730B1E"/>
    <w:rsid w:val="00731519"/>
    <w:rsid w:val="007321C7"/>
    <w:rsid w:val="007329C8"/>
    <w:rsid w:val="00733AE7"/>
    <w:rsid w:val="00734E83"/>
    <w:rsid w:val="00735CB3"/>
    <w:rsid w:val="00737788"/>
    <w:rsid w:val="00737F99"/>
    <w:rsid w:val="00741057"/>
    <w:rsid w:val="00743AD3"/>
    <w:rsid w:val="0074546C"/>
    <w:rsid w:val="00747331"/>
    <w:rsid w:val="00751874"/>
    <w:rsid w:val="0075243E"/>
    <w:rsid w:val="00753582"/>
    <w:rsid w:val="00753C65"/>
    <w:rsid w:val="00753D8D"/>
    <w:rsid w:val="00754AA8"/>
    <w:rsid w:val="007611E7"/>
    <w:rsid w:val="007614D6"/>
    <w:rsid w:val="00761E9D"/>
    <w:rsid w:val="00767BF9"/>
    <w:rsid w:val="00770580"/>
    <w:rsid w:val="007712C9"/>
    <w:rsid w:val="00771A39"/>
    <w:rsid w:val="00776FBF"/>
    <w:rsid w:val="00780614"/>
    <w:rsid w:val="00780E0C"/>
    <w:rsid w:val="00780FB7"/>
    <w:rsid w:val="00781171"/>
    <w:rsid w:val="007820B9"/>
    <w:rsid w:val="00784B28"/>
    <w:rsid w:val="00786281"/>
    <w:rsid w:val="00787635"/>
    <w:rsid w:val="00790430"/>
    <w:rsid w:val="00793088"/>
    <w:rsid w:val="00794BF1"/>
    <w:rsid w:val="007965F9"/>
    <w:rsid w:val="00796646"/>
    <w:rsid w:val="007A077D"/>
    <w:rsid w:val="007A2CAB"/>
    <w:rsid w:val="007A4D72"/>
    <w:rsid w:val="007A585E"/>
    <w:rsid w:val="007A5A71"/>
    <w:rsid w:val="007B1F14"/>
    <w:rsid w:val="007B2E26"/>
    <w:rsid w:val="007B3531"/>
    <w:rsid w:val="007B36BA"/>
    <w:rsid w:val="007B4373"/>
    <w:rsid w:val="007B7264"/>
    <w:rsid w:val="007B740E"/>
    <w:rsid w:val="007B7D3A"/>
    <w:rsid w:val="007B7E76"/>
    <w:rsid w:val="007C16FA"/>
    <w:rsid w:val="007C2F32"/>
    <w:rsid w:val="007C3E6B"/>
    <w:rsid w:val="007C3F67"/>
    <w:rsid w:val="007C4367"/>
    <w:rsid w:val="007C437A"/>
    <w:rsid w:val="007C4FDB"/>
    <w:rsid w:val="007C7638"/>
    <w:rsid w:val="007D0AC7"/>
    <w:rsid w:val="007D0E51"/>
    <w:rsid w:val="007D18EF"/>
    <w:rsid w:val="007D1C31"/>
    <w:rsid w:val="007D3718"/>
    <w:rsid w:val="007E5982"/>
    <w:rsid w:val="007E6DD6"/>
    <w:rsid w:val="007F0A62"/>
    <w:rsid w:val="007F20C3"/>
    <w:rsid w:val="007F2318"/>
    <w:rsid w:val="007F23B6"/>
    <w:rsid w:val="007F255F"/>
    <w:rsid w:val="007F4F43"/>
    <w:rsid w:val="007F52DD"/>
    <w:rsid w:val="00800DF6"/>
    <w:rsid w:val="0080159F"/>
    <w:rsid w:val="00802860"/>
    <w:rsid w:val="00802971"/>
    <w:rsid w:val="00802B7D"/>
    <w:rsid w:val="00803239"/>
    <w:rsid w:val="008046E1"/>
    <w:rsid w:val="00804A6E"/>
    <w:rsid w:val="00805946"/>
    <w:rsid w:val="00805B47"/>
    <w:rsid w:val="00810FD2"/>
    <w:rsid w:val="00811DB0"/>
    <w:rsid w:val="008175D5"/>
    <w:rsid w:val="008206C0"/>
    <w:rsid w:val="008223B0"/>
    <w:rsid w:val="00822546"/>
    <w:rsid w:val="00822B3F"/>
    <w:rsid w:val="0082305F"/>
    <w:rsid w:val="00827426"/>
    <w:rsid w:val="00830755"/>
    <w:rsid w:val="00831E2C"/>
    <w:rsid w:val="00832B41"/>
    <w:rsid w:val="00832FAE"/>
    <w:rsid w:val="00833CBC"/>
    <w:rsid w:val="00834752"/>
    <w:rsid w:val="008350AF"/>
    <w:rsid w:val="00835A51"/>
    <w:rsid w:val="0083606D"/>
    <w:rsid w:val="00836946"/>
    <w:rsid w:val="008378FF"/>
    <w:rsid w:val="00842785"/>
    <w:rsid w:val="00843290"/>
    <w:rsid w:val="00850B73"/>
    <w:rsid w:val="00852180"/>
    <w:rsid w:val="00855ECE"/>
    <w:rsid w:val="0085737A"/>
    <w:rsid w:val="0086057D"/>
    <w:rsid w:val="00860847"/>
    <w:rsid w:val="00860BB8"/>
    <w:rsid w:val="00861034"/>
    <w:rsid w:val="00861130"/>
    <w:rsid w:val="00862419"/>
    <w:rsid w:val="00862FC6"/>
    <w:rsid w:val="00865A23"/>
    <w:rsid w:val="0086771D"/>
    <w:rsid w:val="00867B80"/>
    <w:rsid w:val="0087067A"/>
    <w:rsid w:val="00870866"/>
    <w:rsid w:val="00871172"/>
    <w:rsid w:val="00871517"/>
    <w:rsid w:val="008716DF"/>
    <w:rsid w:val="008752D0"/>
    <w:rsid w:val="00875AB2"/>
    <w:rsid w:val="00877C31"/>
    <w:rsid w:val="00877E64"/>
    <w:rsid w:val="00880BE1"/>
    <w:rsid w:val="00880E5D"/>
    <w:rsid w:val="00880EAA"/>
    <w:rsid w:val="0088316E"/>
    <w:rsid w:val="00883395"/>
    <w:rsid w:val="00883710"/>
    <w:rsid w:val="00884A93"/>
    <w:rsid w:val="00885AB1"/>
    <w:rsid w:val="00886338"/>
    <w:rsid w:val="0088678A"/>
    <w:rsid w:val="00887356"/>
    <w:rsid w:val="008920DB"/>
    <w:rsid w:val="008925D1"/>
    <w:rsid w:val="00892D83"/>
    <w:rsid w:val="00895C74"/>
    <w:rsid w:val="00895E9A"/>
    <w:rsid w:val="008A1954"/>
    <w:rsid w:val="008A26C9"/>
    <w:rsid w:val="008A3207"/>
    <w:rsid w:val="008A4CD5"/>
    <w:rsid w:val="008A51BF"/>
    <w:rsid w:val="008A7AD5"/>
    <w:rsid w:val="008B2FA1"/>
    <w:rsid w:val="008B3FEC"/>
    <w:rsid w:val="008B64E0"/>
    <w:rsid w:val="008C0C40"/>
    <w:rsid w:val="008C10D9"/>
    <w:rsid w:val="008C241E"/>
    <w:rsid w:val="008C6522"/>
    <w:rsid w:val="008D13B1"/>
    <w:rsid w:val="008D1E7C"/>
    <w:rsid w:val="008D665A"/>
    <w:rsid w:val="008D7E4A"/>
    <w:rsid w:val="008E107A"/>
    <w:rsid w:val="008E2D33"/>
    <w:rsid w:val="008E6A8E"/>
    <w:rsid w:val="008E704A"/>
    <w:rsid w:val="008E7579"/>
    <w:rsid w:val="008E7C61"/>
    <w:rsid w:val="008F00CC"/>
    <w:rsid w:val="008F012C"/>
    <w:rsid w:val="008F0ECA"/>
    <w:rsid w:val="008F0FEB"/>
    <w:rsid w:val="008F1C66"/>
    <w:rsid w:val="008F4BCF"/>
    <w:rsid w:val="008F5EA6"/>
    <w:rsid w:val="008F7788"/>
    <w:rsid w:val="008F7B9C"/>
    <w:rsid w:val="0090055C"/>
    <w:rsid w:val="00901387"/>
    <w:rsid w:val="0090271F"/>
    <w:rsid w:val="00904B6C"/>
    <w:rsid w:val="00907F4F"/>
    <w:rsid w:val="00907FCB"/>
    <w:rsid w:val="00911B81"/>
    <w:rsid w:val="0091260E"/>
    <w:rsid w:val="00912BC6"/>
    <w:rsid w:val="00914E4E"/>
    <w:rsid w:val="00915A12"/>
    <w:rsid w:val="00915BA2"/>
    <w:rsid w:val="00920F14"/>
    <w:rsid w:val="00924443"/>
    <w:rsid w:val="00925595"/>
    <w:rsid w:val="00927342"/>
    <w:rsid w:val="009318D4"/>
    <w:rsid w:val="00933BC7"/>
    <w:rsid w:val="00933FC6"/>
    <w:rsid w:val="00934E19"/>
    <w:rsid w:val="0093649E"/>
    <w:rsid w:val="00936753"/>
    <w:rsid w:val="00940527"/>
    <w:rsid w:val="00940B02"/>
    <w:rsid w:val="00942AE0"/>
    <w:rsid w:val="00943E3F"/>
    <w:rsid w:val="00944FBC"/>
    <w:rsid w:val="00945045"/>
    <w:rsid w:val="009451E0"/>
    <w:rsid w:val="00945C25"/>
    <w:rsid w:val="00947F64"/>
    <w:rsid w:val="0095040E"/>
    <w:rsid w:val="009507F0"/>
    <w:rsid w:val="00951866"/>
    <w:rsid w:val="00951B8A"/>
    <w:rsid w:val="009522FC"/>
    <w:rsid w:val="00953DD8"/>
    <w:rsid w:val="00953DEA"/>
    <w:rsid w:val="00956025"/>
    <w:rsid w:val="00957514"/>
    <w:rsid w:val="00957B7C"/>
    <w:rsid w:val="00957C01"/>
    <w:rsid w:val="009610D2"/>
    <w:rsid w:val="009611EA"/>
    <w:rsid w:val="009628D0"/>
    <w:rsid w:val="0096485F"/>
    <w:rsid w:val="009668B1"/>
    <w:rsid w:val="009675F9"/>
    <w:rsid w:val="00967EF8"/>
    <w:rsid w:val="0097089F"/>
    <w:rsid w:val="009713B0"/>
    <w:rsid w:val="009746AD"/>
    <w:rsid w:val="009762C0"/>
    <w:rsid w:val="009774BF"/>
    <w:rsid w:val="00977C3C"/>
    <w:rsid w:val="00980118"/>
    <w:rsid w:val="00984E5C"/>
    <w:rsid w:val="009857CB"/>
    <w:rsid w:val="00986186"/>
    <w:rsid w:val="0098640C"/>
    <w:rsid w:val="009913E2"/>
    <w:rsid w:val="009940BA"/>
    <w:rsid w:val="00997AE3"/>
    <w:rsid w:val="009A0128"/>
    <w:rsid w:val="009A2512"/>
    <w:rsid w:val="009A3783"/>
    <w:rsid w:val="009A42E0"/>
    <w:rsid w:val="009B01FC"/>
    <w:rsid w:val="009B1CD8"/>
    <w:rsid w:val="009B72A4"/>
    <w:rsid w:val="009C115A"/>
    <w:rsid w:val="009C1862"/>
    <w:rsid w:val="009C1AE5"/>
    <w:rsid w:val="009C2142"/>
    <w:rsid w:val="009C2CEA"/>
    <w:rsid w:val="009D0314"/>
    <w:rsid w:val="009D04D8"/>
    <w:rsid w:val="009D22A2"/>
    <w:rsid w:val="009D2CDA"/>
    <w:rsid w:val="009D347D"/>
    <w:rsid w:val="009D430A"/>
    <w:rsid w:val="009D544C"/>
    <w:rsid w:val="009D68B8"/>
    <w:rsid w:val="009D6A7D"/>
    <w:rsid w:val="009D7516"/>
    <w:rsid w:val="009E00E3"/>
    <w:rsid w:val="009E4819"/>
    <w:rsid w:val="009E4DC6"/>
    <w:rsid w:val="009E520B"/>
    <w:rsid w:val="009E6DAD"/>
    <w:rsid w:val="009E78AF"/>
    <w:rsid w:val="009E7E0E"/>
    <w:rsid w:val="009F032E"/>
    <w:rsid w:val="009F6B68"/>
    <w:rsid w:val="00A0005D"/>
    <w:rsid w:val="00A003DF"/>
    <w:rsid w:val="00A03885"/>
    <w:rsid w:val="00A065E0"/>
    <w:rsid w:val="00A069D2"/>
    <w:rsid w:val="00A07823"/>
    <w:rsid w:val="00A10AE7"/>
    <w:rsid w:val="00A11E2A"/>
    <w:rsid w:val="00A12B85"/>
    <w:rsid w:val="00A1488D"/>
    <w:rsid w:val="00A16EAB"/>
    <w:rsid w:val="00A16F25"/>
    <w:rsid w:val="00A204B8"/>
    <w:rsid w:val="00A20B0D"/>
    <w:rsid w:val="00A21CBC"/>
    <w:rsid w:val="00A24284"/>
    <w:rsid w:val="00A24AC7"/>
    <w:rsid w:val="00A24FAB"/>
    <w:rsid w:val="00A25B12"/>
    <w:rsid w:val="00A25F7E"/>
    <w:rsid w:val="00A2775F"/>
    <w:rsid w:val="00A31348"/>
    <w:rsid w:val="00A32ED0"/>
    <w:rsid w:val="00A34766"/>
    <w:rsid w:val="00A35657"/>
    <w:rsid w:val="00A37C4F"/>
    <w:rsid w:val="00A42992"/>
    <w:rsid w:val="00A43248"/>
    <w:rsid w:val="00A50AAD"/>
    <w:rsid w:val="00A54D3B"/>
    <w:rsid w:val="00A568BB"/>
    <w:rsid w:val="00A571DE"/>
    <w:rsid w:val="00A5749A"/>
    <w:rsid w:val="00A617A4"/>
    <w:rsid w:val="00A62A62"/>
    <w:rsid w:val="00A64791"/>
    <w:rsid w:val="00A64AF7"/>
    <w:rsid w:val="00A64BFA"/>
    <w:rsid w:val="00A65FD6"/>
    <w:rsid w:val="00A66527"/>
    <w:rsid w:val="00A66FBC"/>
    <w:rsid w:val="00A67749"/>
    <w:rsid w:val="00A73CF1"/>
    <w:rsid w:val="00A7684C"/>
    <w:rsid w:val="00A772B5"/>
    <w:rsid w:val="00A81815"/>
    <w:rsid w:val="00A81A36"/>
    <w:rsid w:val="00A82279"/>
    <w:rsid w:val="00A8291E"/>
    <w:rsid w:val="00A85CA9"/>
    <w:rsid w:val="00A87511"/>
    <w:rsid w:val="00A90D18"/>
    <w:rsid w:val="00A92047"/>
    <w:rsid w:val="00A925E0"/>
    <w:rsid w:val="00A9406F"/>
    <w:rsid w:val="00A9441C"/>
    <w:rsid w:val="00A956C9"/>
    <w:rsid w:val="00A97123"/>
    <w:rsid w:val="00A9741C"/>
    <w:rsid w:val="00A97906"/>
    <w:rsid w:val="00A97FD8"/>
    <w:rsid w:val="00AA0781"/>
    <w:rsid w:val="00AA532D"/>
    <w:rsid w:val="00AA55FF"/>
    <w:rsid w:val="00AA5A8B"/>
    <w:rsid w:val="00AA668F"/>
    <w:rsid w:val="00AB2632"/>
    <w:rsid w:val="00AB2906"/>
    <w:rsid w:val="00AB2A4C"/>
    <w:rsid w:val="00AC088A"/>
    <w:rsid w:val="00AC0E46"/>
    <w:rsid w:val="00AC1A28"/>
    <w:rsid w:val="00AC1F66"/>
    <w:rsid w:val="00AC45D6"/>
    <w:rsid w:val="00AC7ADD"/>
    <w:rsid w:val="00AD260D"/>
    <w:rsid w:val="00AD27D2"/>
    <w:rsid w:val="00AD2B98"/>
    <w:rsid w:val="00AD4B02"/>
    <w:rsid w:val="00AD4F51"/>
    <w:rsid w:val="00AD53F7"/>
    <w:rsid w:val="00AD63C9"/>
    <w:rsid w:val="00AD7C28"/>
    <w:rsid w:val="00AE0010"/>
    <w:rsid w:val="00AE3B49"/>
    <w:rsid w:val="00AE783B"/>
    <w:rsid w:val="00AF01A5"/>
    <w:rsid w:val="00AF064F"/>
    <w:rsid w:val="00AF1CDA"/>
    <w:rsid w:val="00B010B0"/>
    <w:rsid w:val="00B028D8"/>
    <w:rsid w:val="00B0447A"/>
    <w:rsid w:val="00B048C7"/>
    <w:rsid w:val="00B04BFC"/>
    <w:rsid w:val="00B06B02"/>
    <w:rsid w:val="00B072FF"/>
    <w:rsid w:val="00B079D7"/>
    <w:rsid w:val="00B12282"/>
    <w:rsid w:val="00B12525"/>
    <w:rsid w:val="00B13248"/>
    <w:rsid w:val="00B152FB"/>
    <w:rsid w:val="00B15D6C"/>
    <w:rsid w:val="00B171B5"/>
    <w:rsid w:val="00B224FC"/>
    <w:rsid w:val="00B24212"/>
    <w:rsid w:val="00B254F6"/>
    <w:rsid w:val="00B30351"/>
    <w:rsid w:val="00B31569"/>
    <w:rsid w:val="00B374B6"/>
    <w:rsid w:val="00B43ACC"/>
    <w:rsid w:val="00B4642D"/>
    <w:rsid w:val="00B47D73"/>
    <w:rsid w:val="00B5055D"/>
    <w:rsid w:val="00B51CFE"/>
    <w:rsid w:val="00B51D4D"/>
    <w:rsid w:val="00B538AA"/>
    <w:rsid w:val="00B54408"/>
    <w:rsid w:val="00B54C77"/>
    <w:rsid w:val="00B559FF"/>
    <w:rsid w:val="00B55C2E"/>
    <w:rsid w:val="00B55F95"/>
    <w:rsid w:val="00B56458"/>
    <w:rsid w:val="00B613FD"/>
    <w:rsid w:val="00B639DE"/>
    <w:rsid w:val="00B64640"/>
    <w:rsid w:val="00B64E44"/>
    <w:rsid w:val="00B66E2D"/>
    <w:rsid w:val="00B66FD6"/>
    <w:rsid w:val="00B7023B"/>
    <w:rsid w:val="00B71253"/>
    <w:rsid w:val="00B729BD"/>
    <w:rsid w:val="00B72F09"/>
    <w:rsid w:val="00B74F4B"/>
    <w:rsid w:val="00B76D11"/>
    <w:rsid w:val="00B81D18"/>
    <w:rsid w:val="00B831EF"/>
    <w:rsid w:val="00B83259"/>
    <w:rsid w:val="00B835F7"/>
    <w:rsid w:val="00B8378B"/>
    <w:rsid w:val="00B838A8"/>
    <w:rsid w:val="00B85CA8"/>
    <w:rsid w:val="00B86421"/>
    <w:rsid w:val="00B873CD"/>
    <w:rsid w:val="00B9235C"/>
    <w:rsid w:val="00B92FBF"/>
    <w:rsid w:val="00B94C46"/>
    <w:rsid w:val="00B96D8A"/>
    <w:rsid w:val="00BA4035"/>
    <w:rsid w:val="00BA572D"/>
    <w:rsid w:val="00BB1F44"/>
    <w:rsid w:val="00BB222E"/>
    <w:rsid w:val="00BB2A95"/>
    <w:rsid w:val="00BB6CB9"/>
    <w:rsid w:val="00BB6E69"/>
    <w:rsid w:val="00BB7559"/>
    <w:rsid w:val="00BB79FE"/>
    <w:rsid w:val="00BC0049"/>
    <w:rsid w:val="00BC1186"/>
    <w:rsid w:val="00BC136F"/>
    <w:rsid w:val="00BC28D8"/>
    <w:rsid w:val="00BC2B99"/>
    <w:rsid w:val="00BC3273"/>
    <w:rsid w:val="00BC38AA"/>
    <w:rsid w:val="00BC63B6"/>
    <w:rsid w:val="00BC6434"/>
    <w:rsid w:val="00BC6ACA"/>
    <w:rsid w:val="00BC7C48"/>
    <w:rsid w:val="00BD1345"/>
    <w:rsid w:val="00BE13DD"/>
    <w:rsid w:val="00BE1CF5"/>
    <w:rsid w:val="00BE403F"/>
    <w:rsid w:val="00BE7BE1"/>
    <w:rsid w:val="00BF042E"/>
    <w:rsid w:val="00BF1A0B"/>
    <w:rsid w:val="00BF2089"/>
    <w:rsid w:val="00BF3BCE"/>
    <w:rsid w:val="00BF52C4"/>
    <w:rsid w:val="00BF5666"/>
    <w:rsid w:val="00BF69A3"/>
    <w:rsid w:val="00BF7954"/>
    <w:rsid w:val="00C00220"/>
    <w:rsid w:val="00C01062"/>
    <w:rsid w:val="00C028F3"/>
    <w:rsid w:val="00C0393E"/>
    <w:rsid w:val="00C03E88"/>
    <w:rsid w:val="00C05150"/>
    <w:rsid w:val="00C05B62"/>
    <w:rsid w:val="00C12D24"/>
    <w:rsid w:val="00C131C1"/>
    <w:rsid w:val="00C136EF"/>
    <w:rsid w:val="00C176EF"/>
    <w:rsid w:val="00C207D0"/>
    <w:rsid w:val="00C21D8A"/>
    <w:rsid w:val="00C22411"/>
    <w:rsid w:val="00C27A9E"/>
    <w:rsid w:val="00C300E4"/>
    <w:rsid w:val="00C30668"/>
    <w:rsid w:val="00C30CCB"/>
    <w:rsid w:val="00C32D65"/>
    <w:rsid w:val="00C33236"/>
    <w:rsid w:val="00C334A4"/>
    <w:rsid w:val="00C35272"/>
    <w:rsid w:val="00C35335"/>
    <w:rsid w:val="00C358A2"/>
    <w:rsid w:val="00C3591D"/>
    <w:rsid w:val="00C42F13"/>
    <w:rsid w:val="00C4370B"/>
    <w:rsid w:val="00C44663"/>
    <w:rsid w:val="00C44A87"/>
    <w:rsid w:val="00C4644D"/>
    <w:rsid w:val="00C47678"/>
    <w:rsid w:val="00C47D9F"/>
    <w:rsid w:val="00C50873"/>
    <w:rsid w:val="00C53845"/>
    <w:rsid w:val="00C53B54"/>
    <w:rsid w:val="00C54D8C"/>
    <w:rsid w:val="00C55346"/>
    <w:rsid w:val="00C55E40"/>
    <w:rsid w:val="00C57CE8"/>
    <w:rsid w:val="00C6109B"/>
    <w:rsid w:val="00C62209"/>
    <w:rsid w:val="00C62994"/>
    <w:rsid w:val="00C651B3"/>
    <w:rsid w:val="00C6596D"/>
    <w:rsid w:val="00C665CD"/>
    <w:rsid w:val="00C6761A"/>
    <w:rsid w:val="00C67B9A"/>
    <w:rsid w:val="00C71D3A"/>
    <w:rsid w:val="00C71F0F"/>
    <w:rsid w:val="00C72702"/>
    <w:rsid w:val="00C743B5"/>
    <w:rsid w:val="00C755A5"/>
    <w:rsid w:val="00C76DF6"/>
    <w:rsid w:val="00C770CF"/>
    <w:rsid w:val="00C82489"/>
    <w:rsid w:val="00C84E6E"/>
    <w:rsid w:val="00C85221"/>
    <w:rsid w:val="00C85E19"/>
    <w:rsid w:val="00C87011"/>
    <w:rsid w:val="00C91002"/>
    <w:rsid w:val="00C926A7"/>
    <w:rsid w:val="00C9304F"/>
    <w:rsid w:val="00C932E7"/>
    <w:rsid w:val="00C93E03"/>
    <w:rsid w:val="00CA3834"/>
    <w:rsid w:val="00CA4651"/>
    <w:rsid w:val="00CA5108"/>
    <w:rsid w:val="00CA7295"/>
    <w:rsid w:val="00CA7AB2"/>
    <w:rsid w:val="00CA7CF5"/>
    <w:rsid w:val="00CB093B"/>
    <w:rsid w:val="00CB1F32"/>
    <w:rsid w:val="00CB36F1"/>
    <w:rsid w:val="00CB3F1A"/>
    <w:rsid w:val="00CB4801"/>
    <w:rsid w:val="00CB5633"/>
    <w:rsid w:val="00CB58DF"/>
    <w:rsid w:val="00CB599C"/>
    <w:rsid w:val="00CC03F6"/>
    <w:rsid w:val="00CC0EA9"/>
    <w:rsid w:val="00CC2F8A"/>
    <w:rsid w:val="00CC3998"/>
    <w:rsid w:val="00CC41E8"/>
    <w:rsid w:val="00CD0EB3"/>
    <w:rsid w:val="00CD111C"/>
    <w:rsid w:val="00CD1354"/>
    <w:rsid w:val="00CD27AF"/>
    <w:rsid w:val="00CD4918"/>
    <w:rsid w:val="00CE4821"/>
    <w:rsid w:val="00CE5C6B"/>
    <w:rsid w:val="00CE6DB2"/>
    <w:rsid w:val="00CF08B8"/>
    <w:rsid w:val="00CF1071"/>
    <w:rsid w:val="00CF3A0A"/>
    <w:rsid w:val="00CF3F61"/>
    <w:rsid w:val="00CF457B"/>
    <w:rsid w:val="00CF7013"/>
    <w:rsid w:val="00CF7415"/>
    <w:rsid w:val="00CF7A34"/>
    <w:rsid w:val="00D01789"/>
    <w:rsid w:val="00D046CB"/>
    <w:rsid w:val="00D04DA1"/>
    <w:rsid w:val="00D05142"/>
    <w:rsid w:val="00D06049"/>
    <w:rsid w:val="00D06693"/>
    <w:rsid w:val="00D0671A"/>
    <w:rsid w:val="00D070F9"/>
    <w:rsid w:val="00D10018"/>
    <w:rsid w:val="00D115E2"/>
    <w:rsid w:val="00D12CF3"/>
    <w:rsid w:val="00D15C4D"/>
    <w:rsid w:val="00D16BDF"/>
    <w:rsid w:val="00D17135"/>
    <w:rsid w:val="00D216CF"/>
    <w:rsid w:val="00D2594B"/>
    <w:rsid w:val="00D25E35"/>
    <w:rsid w:val="00D26376"/>
    <w:rsid w:val="00D266DD"/>
    <w:rsid w:val="00D27746"/>
    <w:rsid w:val="00D30733"/>
    <w:rsid w:val="00D30CF6"/>
    <w:rsid w:val="00D32FDE"/>
    <w:rsid w:val="00D33120"/>
    <w:rsid w:val="00D3319D"/>
    <w:rsid w:val="00D33AAC"/>
    <w:rsid w:val="00D3483B"/>
    <w:rsid w:val="00D34C64"/>
    <w:rsid w:val="00D4232B"/>
    <w:rsid w:val="00D42856"/>
    <w:rsid w:val="00D43746"/>
    <w:rsid w:val="00D45C61"/>
    <w:rsid w:val="00D45F40"/>
    <w:rsid w:val="00D50CF1"/>
    <w:rsid w:val="00D50DE9"/>
    <w:rsid w:val="00D524E6"/>
    <w:rsid w:val="00D541FD"/>
    <w:rsid w:val="00D5427F"/>
    <w:rsid w:val="00D55250"/>
    <w:rsid w:val="00D609AB"/>
    <w:rsid w:val="00D61974"/>
    <w:rsid w:val="00D61A21"/>
    <w:rsid w:val="00D62F2D"/>
    <w:rsid w:val="00D63C64"/>
    <w:rsid w:val="00D669B6"/>
    <w:rsid w:val="00D66FDF"/>
    <w:rsid w:val="00D70551"/>
    <w:rsid w:val="00D70CFA"/>
    <w:rsid w:val="00D7317F"/>
    <w:rsid w:val="00D746D0"/>
    <w:rsid w:val="00D76819"/>
    <w:rsid w:val="00D76982"/>
    <w:rsid w:val="00D77CBC"/>
    <w:rsid w:val="00D81167"/>
    <w:rsid w:val="00D8314E"/>
    <w:rsid w:val="00D845DE"/>
    <w:rsid w:val="00D853AB"/>
    <w:rsid w:val="00D86816"/>
    <w:rsid w:val="00D8687A"/>
    <w:rsid w:val="00D86F32"/>
    <w:rsid w:val="00D9006C"/>
    <w:rsid w:val="00D90661"/>
    <w:rsid w:val="00D93B60"/>
    <w:rsid w:val="00D942E4"/>
    <w:rsid w:val="00D9689C"/>
    <w:rsid w:val="00D96D3B"/>
    <w:rsid w:val="00D975DE"/>
    <w:rsid w:val="00DA0227"/>
    <w:rsid w:val="00DA16FC"/>
    <w:rsid w:val="00DA78E9"/>
    <w:rsid w:val="00DB17BE"/>
    <w:rsid w:val="00DB2375"/>
    <w:rsid w:val="00DB3BDD"/>
    <w:rsid w:val="00DB43B4"/>
    <w:rsid w:val="00DB4C8C"/>
    <w:rsid w:val="00DB60F1"/>
    <w:rsid w:val="00DB644D"/>
    <w:rsid w:val="00DC2C92"/>
    <w:rsid w:val="00DC40EB"/>
    <w:rsid w:val="00DC5C9B"/>
    <w:rsid w:val="00DC7C31"/>
    <w:rsid w:val="00DD2E24"/>
    <w:rsid w:val="00DD5AA8"/>
    <w:rsid w:val="00DE1131"/>
    <w:rsid w:val="00DE2403"/>
    <w:rsid w:val="00DE2DE0"/>
    <w:rsid w:val="00DE4A1B"/>
    <w:rsid w:val="00DE4C8A"/>
    <w:rsid w:val="00DE5FAE"/>
    <w:rsid w:val="00DF3158"/>
    <w:rsid w:val="00DF4D51"/>
    <w:rsid w:val="00DF60E1"/>
    <w:rsid w:val="00E00350"/>
    <w:rsid w:val="00E0116B"/>
    <w:rsid w:val="00E01845"/>
    <w:rsid w:val="00E02CA1"/>
    <w:rsid w:val="00E03DE9"/>
    <w:rsid w:val="00E04609"/>
    <w:rsid w:val="00E0653F"/>
    <w:rsid w:val="00E0760F"/>
    <w:rsid w:val="00E078CB"/>
    <w:rsid w:val="00E07C31"/>
    <w:rsid w:val="00E13353"/>
    <w:rsid w:val="00E13DCD"/>
    <w:rsid w:val="00E14D03"/>
    <w:rsid w:val="00E15BC7"/>
    <w:rsid w:val="00E167B5"/>
    <w:rsid w:val="00E175FA"/>
    <w:rsid w:val="00E176C2"/>
    <w:rsid w:val="00E17839"/>
    <w:rsid w:val="00E17C22"/>
    <w:rsid w:val="00E201D4"/>
    <w:rsid w:val="00E2065B"/>
    <w:rsid w:val="00E22AB9"/>
    <w:rsid w:val="00E22CC1"/>
    <w:rsid w:val="00E2310C"/>
    <w:rsid w:val="00E236E3"/>
    <w:rsid w:val="00E246DE"/>
    <w:rsid w:val="00E253CE"/>
    <w:rsid w:val="00E310A0"/>
    <w:rsid w:val="00E3143B"/>
    <w:rsid w:val="00E33F3A"/>
    <w:rsid w:val="00E34D7D"/>
    <w:rsid w:val="00E37148"/>
    <w:rsid w:val="00E41991"/>
    <w:rsid w:val="00E42319"/>
    <w:rsid w:val="00E439B1"/>
    <w:rsid w:val="00E4487C"/>
    <w:rsid w:val="00E44DA9"/>
    <w:rsid w:val="00E45D9B"/>
    <w:rsid w:val="00E47311"/>
    <w:rsid w:val="00E4793F"/>
    <w:rsid w:val="00E5071B"/>
    <w:rsid w:val="00E5779D"/>
    <w:rsid w:val="00E57B9A"/>
    <w:rsid w:val="00E61224"/>
    <w:rsid w:val="00E6142D"/>
    <w:rsid w:val="00E624CD"/>
    <w:rsid w:val="00E62858"/>
    <w:rsid w:val="00E62DEB"/>
    <w:rsid w:val="00E65210"/>
    <w:rsid w:val="00E66BA6"/>
    <w:rsid w:val="00E70EC6"/>
    <w:rsid w:val="00E71CFF"/>
    <w:rsid w:val="00E72C44"/>
    <w:rsid w:val="00E72F15"/>
    <w:rsid w:val="00E7654A"/>
    <w:rsid w:val="00E7704A"/>
    <w:rsid w:val="00E83757"/>
    <w:rsid w:val="00E8396A"/>
    <w:rsid w:val="00E83AAB"/>
    <w:rsid w:val="00E84580"/>
    <w:rsid w:val="00E84BDC"/>
    <w:rsid w:val="00E85306"/>
    <w:rsid w:val="00E86186"/>
    <w:rsid w:val="00E86A84"/>
    <w:rsid w:val="00E9059D"/>
    <w:rsid w:val="00E91EE2"/>
    <w:rsid w:val="00E92E96"/>
    <w:rsid w:val="00E93217"/>
    <w:rsid w:val="00E94A7F"/>
    <w:rsid w:val="00EA1A88"/>
    <w:rsid w:val="00EA2169"/>
    <w:rsid w:val="00EA4BC1"/>
    <w:rsid w:val="00EA4CEE"/>
    <w:rsid w:val="00EA5254"/>
    <w:rsid w:val="00EA5BC4"/>
    <w:rsid w:val="00EA65B0"/>
    <w:rsid w:val="00EA6D26"/>
    <w:rsid w:val="00EA765C"/>
    <w:rsid w:val="00EB0DBC"/>
    <w:rsid w:val="00EB1172"/>
    <w:rsid w:val="00EB19CC"/>
    <w:rsid w:val="00EB3E3A"/>
    <w:rsid w:val="00EB511F"/>
    <w:rsid w:val="00EB744A"/>
    <w:rsid w:val="00EC348D"/>
    <w:rsid w:val="00EC460A"/>
    <w:rsid w:val="00EC5CBB"/>
    <w:rsid w:val="00EC640F"/>
    <w:rsid w:val="00EC659A"/>
    <w:rsid w:val="00EC6AA7"/>
    <w:rsid w:val="00ED0A40"/>
    <w:rsid w:val="00ED0D8F"/>
    <w:rsid w:val="00ED2E42"/>
    <w:rsid w:val="00ED515E"/>
    <w:rsid w:val="00ED5478"/>
    <w:rsid w:val="00ED59ED"/>
    <w:rsid w:val="00ED6BB4"/>
    <w:rsid w:val="00ED6FC2"/>
    <w:rsid w:val="00EE397D"/>
    <w:rsid w:val="00EE41B4"/>
    <w:rsid w:val="00EE4A69"/>
    <w:rsid w:val="00EE4E12"/>
    <w:rsid w:val="00EE79E6"/>
    <w:rsid w:val="00EE7AC0"/>
    <w:rsid w:val="00EF06BE"/>
    <w:rsid w:val="00EF156D"/>
    <w:rsid w:val="00EF35E8"/>
    <w:rsid w:val="00EF40B3"/>
    <w:rsid w:val="00EF5490"/>
    <w:rsid w:val="00EF57BC"/>
    <w:rsid w:val="00EF5841"/>
    <w:rsid w:val="00EF5B61"/>
    <w:rsid w:val="00EF6A82"/>
    <w:rsid w:val="00EF6B3F"/>
    <w:rsid w:val="00EF6BE3"/>
    <w:rsid w:val="00EF7576"/>
    <w:rsid w:val="00F02723"/>
    <w:rsid w:val="00F03392"/>
    <w:rsid w:val="00F03393"/>
    <w:rsid w:val="00F0581D"/>
    <w:rsid w:val="00F07F02"/>
    <w:rsid w:val="00F1131C"/>
    <w:rsid w:val="00F11A7B"/>
    <w:rsid w:val="00F11E35"/>
    <w:rsid w:val="00F15957"/>
    <w:rsid w:val="00F205B5"/>
    <w:rsid w:val="00F20E24"/>
    <w:rsid w:val="00F217E6"/>
    <w:rsid w:val="00F24220"/>
    <w:rsid w:val="00F25F81"/>
    <w:rsid w:val="00F26B3F"/>
    <w:rsid w:val="00F27CB4"/>
    <w:rsid w:val="00F313CF"/>
    <w:rsid w:val="00F322CA"/>
    <w:rsid w:val="00F34D84"/>
    <w:rsid w:val="00F35BAB"/>
    <w:rsid w:val="00F35D74"/>
    <w:rsid w:val="00F36B55"/>
    <w:rsid w:val="00F37431"/>
    <w:rsid w:val="00F42734"/>
    <w:rsid w:val="00F4399C"/>
    <w:rsid w:val="00F449E7"/>
    <w:rsid w:val="00F45B24"/>
    <w:rsid w:val="00F45EB4"/>
    <w:rsid w:val="00F46031"/>
    <w:rsid w:val="00F46930"/>
    <w:rsid w:val="00F478D6"/>
    <w:rsid w:val="00F50B40"/>
    <w:rsid w:val="00F52269"/>
    <w:rsid w:val="00F527AB"/>
    <w:rsid w:val="00F5289F"/>
    <w:rsid w:val="00F52965"/>
    <w:rsid w:val="00F52C35"/>
    <w:rsid w:val="00F539AF"/>
    <w:rsid w:val="00F53A03"/>
    <w:rsid w:val="00F5575F"/>
    <w:rsid w:val="00F56347"/>
    <w:rsid w:val="00F57E8B"/>
    <w:rsid w:val="00F60F83"/>
    <w:rsid w:val="00F66889"/>
    <w:rsid w:val="00F668AE"/>
    <w:rsid w:val="00F7025F"/>
    <w:rsid w:val="00F712D0"/>
    <w:rsid w:val="00F720D2"/>
    <w:rsid w:val="00F73A75"/>
    <w:rsid w:val="00F752E7"/>
    <w:rsid w:val="00F75F7D"/>
    <w:rsid w:val="00F7609C"/>
    <w:rsid w:val="00F76D16"/>
    <w:rsid w:val="00F77BA6"/>
    <w:rsid w:val="00F80DF1"/>
    <w:rsid w:val="00F80EAC"/>
    <w:rsid w:val="00F814C2"/>
    <w:rsid w:val="00F83A17"/>
    <w:rsid w:val="00F85675"/>
    <w:rsid w:val="00F85B39"/>
    <w:rsid w:val="00F86D7A"/>
    <w:rsid w:val="00F875B2"/>
    <w:rsid w:val="00F8761D"/>
    <w:rsid w:val="00F90300"/>
    <w:rsid w:val="00F90EF9"/>
    <w:rsid w:val="00F91721"/>
    <w:rsid w:val="00F9267D"/>
    <w:rsid w:val="00F9395B"/>
    <w:rsid w:val="00F962EF"/>
    <w:rsid w:val="00F97226"/>
    <w:rsid w:val="00F97D18"/>
    <w:rsid w:val="00FA0CDB"/>
    <w:rsid w:val="00FA1B41"/>
    <w:rsid w:val="00FA3215"/>
    <w:rsid w:val="00FA6A53"/>
    <w:rsid w:val="00FB1215"/>
    <w:rsid w:val="00FB18F9"/>
    <w:rsid w:val="00FB2EE2"/>
    <w:rsid w:val="00FB2FEF"/>
    <w:rsid w:val="00FB34AD"/>
    <w:rsid w:val="00FB3CFC"/>
    <w:rsid w:val="00FB7A4B"/>
    <w:rsid w:val="00FC12B6"/>
    <w:rsid w:val="00FC167C"/>
    <w:rsid w:val="00FC1A7A"/>
    <w:rsid w:val="00FC3E19"/>
    <w:rsid w:val="00FC4EC8"/>
    <w:rsid w:val="00FC6775"/>
    <w:rsid w:val="00FC6AE0"/>
    <w:rsid w:val="00FC6B85"/>
    <w:rsid w:val="00FC7634"/>
    <w:rsid w:val="00FD03FB"/>
    <w:rsid w:val="00FD110B"/>
    <w:rsid w:val="00FD5D0E"/>
    <w:rsid w:val="00FD644C"/>
    <w:rsid w:val="00FE1F5A"/>
    <w:rsid w:val="00FE238E"/>
    <w:rsid w:val="00FE3CE3"/>
    <w:rsid w:val="00FE502D"/>
    <w:rsid w:val="00FE666B"/>
    <w:rsid w:val="00FE78C9"/>
    <w:rsid w:val="00FF0F7F"/>
    <w:rsid w:val="00FF4890"/>
    <w:rsid w:val="00FF53D2"/>
    <w:rsid w:val="00FF6BE5"/>
    <w:rsid w:val="00FF6E8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B1DE77A"/>
  <w14:defaultImageDpi w14:val="32767"/>
  <w15:chartTrackingRefBased/>
  <w15:docId w15:val="{A46F2750-417A-427A-91CF-FD3E560C5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useo Sans 300" w:eastAsiaTheme="minorHAnsi" w:hAnsi="Museo Sans 300" w:cs="Times New Roman"/>
        <w:color w:val="00263E" w:themeColor="text1"/>
        <w:sz w:val="22"/>
        <w:szCs w:val="22"/>
        <w:lang w:val="en-US" w:eastAsia="en-US" w:bidi="ar-SA"/>
      </w:rPr>
    </w:rPrDefault>
    <w:pPrDefault/>
  </w:docDefaults>
  <w:latentStyles w:defLockedState="1" w:defUIPriority="99" w:defSemiHidden="0" w:defUnhideWhenUsed="0" w:defQFormat="0" w:count="376">
    <w:lsdException w:name="Normal" w:locked="0" w:uiPriority="0" w:qFormat="1"/>
    <w:lsdException w:name="heading 1" w:locked="0" w:uiPriority="0" w:qFormat="1"/>
    <w:lsdException w:name="heading 2" w:locked="0" w:semiHidden="1" w:uiPriority="0" w:unhideWhenUsed="1" w:qFormat="1"/>
    <w:lsdException w:name="heading 3" w:locked="0" w:semiHidden="1" w:uiPriority="0" w:unhideWhenUsed="1" w:qFormat="1"/>
    <w:lsdException w:name="heading 4" w:locked="0" w:uiPriority="0"/>
    <w:lsdException w:name="heading 5" w:locked="0" w:semiHidden="1" w:uiPriority="0" w:unhideWhenUsed="1"/>
    <w:lsdException w:name="heading 6" w:locked="0" w:semiHidden="1" w:uiPriority="0" w:unhideWhenUsed="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qFormat="1"/>
    <w:lsdException w:name="index heading" w:locked="0" w:semiHidden="1" w:unhideWhenUsed="1"/>
    <w:lsdException w:name="caption" w:locked="0" w:uiPriority="35"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semiHidden="1" w:uiPriority="0" w:unhideWhenUsed="1"/>
    <w:lsdException w:name="List Number" w:locked="0" w:semiHidden="1" w:unhideWhenUsed="1"/>
    <w:lsdException w:name="List 2" w:locked="0" w:semiHidden="1" w:unhideWhenUsed="1"/>
    <w:lsdException w:name="List 3" w:locked="0" w:semiHidden="1" w:unhideWhenUsed="1"/>
    <w:lsdException w:name="List 4" w:locked="0" w:semiHidden="1" w:unhideWhenUsed="1"/>
    <w:lsdException w:name="List 5" w:locked="0" w:semiHidden="1" w:unhideWhenUsed="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locked="0" w:uiPriority="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locked="0" w:uiPriority="0"/>
    <w:lsdException w:name="Salutation" w:locked="0" w:semiHidden="1" w:unhideWhenUsed="1"/>
    <w:lsdException w:name="Date" w:locked="0" w:semiHidden="1" w:unhideWhenUsed="1"/>
    <w:lsdException w:name="Body Text First Indent" w:locked="0" w:semiHidden="1" w:unhideWhenUsed="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nhideWhenUsed="1"/>
    <w:lsdException w:name="FollowedHyperlink" w:locked="0" w:semiHidden="1" w:unhideWhenUsed="1"/>
    <w:lsdException w:name="Strong" w:uiPriority="22"/>
    <w:lsdException w:name="Emphasis"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semiHidden="1" w:unhideWhenUsed="1"/>
    <w:lsdException w:name="HTML Address" w:locked="0"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0"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locked="0"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39" w:qFormat="1"/>
    <w:lsdException w:name="Table Theme" w:semiHidden="1" w:unhideWhenUsed="1"/>
    <w:lsdException w:name="Placeholder Text" w:locked="0"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uiPriority="6"/>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locked="0"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locked="0" w:semiHidden="1" w:unhideWhenUsed="1"/>
    <w:lsdException w:name="Smart Link" w:semiHidden="1" w:unhideWhenUsed="1"/>
  </w:latentStyles>
  <w:style w:type="paragraph" w:default="1" w:styleId="Normal">
    <w:name w:val="Normal"/>
    <w:qFormat/>
    <w:rsid w:val="00CC41E8"/>
    <w:pPr>
      <w:widowControl w:val="0"/>
    </w:pPr>
  </w:style>
  <w:style w:type="paragraph" w:styleId="Heading1">
    <w:name w:val="heading 1"/>
    <w:basedOn w:val="Normal"/>
    <w:next w:val="Normal"/>
    <w:link w:val="Heading1Char"/>
    <w:uiPriority w:val="1"/>
    <w:qFormat/>
    <w:rsid w:val="00871517"/>
    <w:pPr>
      <w:keepLines/>
      <w:spacing w:before="240" w:after="120"/>
      <w:outlineLvl w:val="0"/>
    </w:pPr>
    <w:rPr>
      <w:rFonts w:asciiTheme="majorHAnsi" w:eastAsiaTheme="majorEastAsia" w:hAnsiTheme="majorHAnsi" w:cs="Arial"/>
      <w:b/>
      <w:bCs/>
      <w:noProof/>
      <w:color w:val="004877" w:themeColor="accent2"/>
      <w:sz w:val="32"/>
      <w:szCs w:val="32"/>
      <w:lang w:val="en-AU"/>
    </w:rPr>
  </w:style>
  <w:style w:type="paragraph" w:styleId="Heading2">
    <w:name w:val="heading 2"/>
    <w:basedOn w:val="Normal"/>
    <w:next w:val="Normal"/>
    <w:link w:val="Heading2Char"/>
    <w:uiPriority w:val="1"/>
    <w:unhideWhenUsed/>
    <w:qFormat/>
    <w:rsid w:val="00252C29"/>
    <w:pPr>
      <w:keepLines/>
      <w:spacing w:before="60" w:after="60"/>
      <w:outlineLvl w:val="1"/>
    </w:pPr>
    <w:rPr>
      <w:rFonts w:asciiTheme="majorHAnsi" w:eastAsiaTheme="majorEastAsia" w:hAnsiTheme="majorHAnsi" w:cstheme="majorBidi"/>
      <w:color w:val="AB0033" w:themeColor="accent1"/>
      <w:sz w:val="26"/>
      <w:szCs w:val="26"/>
      <w:lang w:val="en-IE"/>
    </w:rPr>
  </w:style>
  <w:style w:type="paragraph" w:styleId="Heading3">
    <w:name w:val="heading 3"/>
    <w:basedOn w:val="Normal"/>
    <w:next w:val="Normal"/>
    <w:link w:val="Heading3Char"/>
    <w:uiPriority w:val="1"/>
    <w:unhideWhenUsed/>
    <w:qFormat/>
    <w:rsid w:val="001C5524"/>
    <w:pPr>
      <w:keepNext/>
      <w:keepLines/>
      <w:spacing w:before="60" w:after="60"/>
      <w:outlineLvl w:val="2"/>
    </w:pPr>
    <w:rPr>
      <w:rFonts w:asciiTheme="majorHAnsi" w:eastAsiaTheme="majorEastAsia" w:hAnsiTheme="majorHAnsi" w:cs="Arial"/>
      <w:b/>
      <w:lang w:val="en-IE"/>
    </w:rPr>
  </w:style>
  <w:style w:type="paragraph" w:styleId="Heading4">
    <w:name w:val="heading 4"/>
    <w:basedOn w:val="Normal"/>
    <w:next w:val="Normal"/>
    <w:link w:val="Heading4Char"/>
    <w:uiPriority w:val="1"/>
    <w:locked/>
    <w:rsid w:val="00C358A2"/>
    <w:pPr>
      <w:keepLines/>
      <w:outlineLvl w:val="3"/>
    </w:pPr>
    <w:rPr>
      <w:rFonts w:asciiTheme="majorHAnsi" w:eastAsiaTheme="majorEastAsia" w:hAnsiTheme="majorHAnsi" w:cstheme="majorBidi"/>
      <w:b/>
      <w:u w:val="single"/>
    </w:rPr>
  </w:style>
  <w:style w:type="paragraph" w:styleId="Heading5">
    <w:name w:val="heading 5"/>
    <w:basedOn w:val="Normal"/>
    <w:next w:val="Normal"/>
    <w:link w:val="Heading5Char"/>
    <w:uiPriority w:val="1"/>
    <w:locked/>
    <w:rsid w:val="00650420"/>
    <w:pPr>
      <w:outlineLvl w:val="4"/>
    </w:pPr>
    <w:rPr>
      <w:rFonts w:eastAsiaTheme="majorEastAsia" w:cs="Arial"/>
      <w:b/>
      <w:iCs/>
    </w:rPr>
  </w:style>
  <w:style w:type="paragraph" w:styleId="Heading6">
    <w:name w:val="heading 6"/>
    <w:basedOn w:val="Normal"/>
    <w:next w:val="Normal"/>
    <w:link w:val="Heading6Char"/>
    <w:unhideWhenUsed/>
    <w:locked/>
    <w:rsid w:val="00B4642D"/>
    <w:pPr>
      <w:keepNext/>
      <w:keepLines/>
      <w:spacing w:before="40"/>
      <w:outlineLvl w:val="5"/>
    </w:pPr>
    <w:rPr>
      <w:rFonts w:eastAsiaTheme="majorEastAsia" w:cstheme="majorBidi"/>
      <w:u w:val="single"/>
    </w:rPr>
  </w:style>
  <w:style w:type="paragraph" w:styleId="Heading7">
    <w:name w:val="heading 7"/>
    <w:basedOn w:val="Normal"/>
    <w:next w:val="Normal"/>
    <w:link w:val="Heading7Char"/>
    <w:uiPriority w:val="9"/>
    <w:semiHidden/>
    <w:unhideWhenUsed/>
    <w:qFormat/>
    <w:locked/>
    <w:rsid w:val="006D021C"/>
    <w:pPr>
      <w:keepNext/>
      <w:keepLines/>
      <w:spacing w:before="40"/>
      <w:outlineLvl w:val="6"/>
    </w:pPr>
    <w:rPr>
      <w:rFonts w:asciiTheme="majorHAnsi" w:eastAsiaTheme="majorEastAsia" w:hAnsiTheme="majorHAnsi" w:cstheme="majorBidi"/>
      <w:i/>
      <w:iCs/>
      <w:color w:val="550019" w:themeColor="accent1" w:themeShade="7F"/>
    </w:rPr>
  </w:style>
  <w:style w:type="paragraph" w:styleId="Heading8">
    <w:name w:val="heading 8"/>
    <w:basedOn w:val="Normal"/>
    <w:next w:val="Normal"/>
    <w:link w:val="Heading8Char"/>
    <w:uiPriority w:val="9"/>
    <w:semiHidden/>
    <w:unhideWhenUsed/>
    <w:qFormat/>
    <w:locked/>
    <w:rsid w:val="006D021C"/>
    <w:pPr>
      <w:keepNext/>
      <w:keepLines/>
      <w:spacing w:before="40"/>
      <w:outlineLvl w:val="7"/>
    </w:pPr>
    <w:rPr>
      <w:rFonts w:asciiTheme="majorHAnsi" w:eastAsiaTheme="majorEastAsia" w:hAnsiTheme="majorHAnsi" w:cstheme="majorBidi"/>
      <w:color w:val="004F82" w:themeColor="text1" w:themeTint="D8"/>
    </w:rPr>
  </w:style>
  <w:style w:type="paragraph" w:styleId="Heading9">
    <w:name w:val="heading 9"/>
    <w:basedOn w:val="Normal"/>
    <w:next w:val="Normal"/>
    <w:link w:val="Heading9Char"/>
    <w:uiPriority w:val="9"/>
    <w:semiHidden/>
    <w:unhideWhenUsed/>
    <w:qFormat/>
    <w:locked/>
    <w:rsid w:val="006D021C"/>
    <w:pPr>
      <w:keepNext/>
      <w:keepLines/>
      <w:spacing w:before="40"/>
      <w:outlineLvl w:val="8"/>
    </w:pPr>
    <w:rPr>
      <w:rFonts w:asciiTheme="majorHAnsi" w:eastAsiaTheme="majorEastAsia" w:hAnsiTheme="majorHAnsi" w:cstheme="majorBidi"/>
      <w:i/>
      <w:iCs/>
      <w:color w:val="004F82"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1"/>
    <w:rsid w:val="00B13248"/>
    <w:rPr>
      <w:rFonts w:asciiTheme="majorHAnsi" w:eastAsiaTheme="majorEastAsia" w:hAnsiTheme="majorHAnsi" w:cstheme="majorBidi"/>
      <w:color w:val="AB0033" w:themeColor="accent1"/>
      <w:sz w:val="26"/>
      <w:szCs w:val="26"/>
      <w:lang w:val="en-IE"/>
    </w:rPr>
  </w:style>
  <w:style w:type="character" w:customStyle="1" w:styleId="Heading3Char">
    <w:name w:val="Heading 3 Char"/>
    <w:basedOn w:val="DefaultParagraphFont"/>
    <w:link w:val="Heading3"/>
    <w:uiPriority w:val="1"/>
    <w:rsid w:val="00B13248"/>
    <w:rPr>
      <w:rFonts w:asciiTheme="majorHAnsi" w:eastAsiaTheme="majorEastAsia" w:hAnsiTheme="majorHAnsi" w:cs="Arial"/>
      <w:b/>
      <w:lang w:val="en-IE"/>
    </w:rPr>
  </w:style>
  <w:style w:type="table" w:styleId="TableGrid">
    <w:name w:val="Table Grid"/>
    <w:basedOn w:val="TableNormal"/>
    <w:uiPriority w:val="39"/>
    <w:qFormat/>
    <w:locked/>
    <w:rsid w:val="007C4FDB"/>
    <w:pPr>
      <w:contextualSpacing/>
    </w:pPr>
    <w:rPr>
      <w:rFonts w:ascii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Professional">
    <w:name w:val="Table Professional"/>
    <w:basedOn w:val="TableNormal"/>
    <w:uiPriority w:val="99"/>
    <w:semiHidden/>
    <w:unhideWhenUsed/>
    <w:locked/>
    <w:rsid w:val="000F758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LJBTable">
    <w:name w:val="LJB Table"/>
    <w:basedOn w:val="TableNormal"/>
    <w:uiPriority w:val="99"/>
    <w:rsid w:val="00394E9A"/>
    <w:pPr>
      <w:widowControl w:val="0"/>
    </w:pPr>
    <w:rPr>
      <w:sz w:val="18"/>
    </w:rPr>
    <w:tblP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
    <w:tcPr>
      <w:shd w:val="clear" w:color="auto" w:fill="auto"/>
      <w:vAlign w:val="center"/>
    </w:tcPr>
    <w:tblStylePr w:type="firstRow">
      <w:pPr>
        <w:jc w:val="center"/>
      </w:pPr>
      <w:rPr>
        <w:rFonts w:asciiTheme="majorHAnsi" w:hAnsiTheme="majorHAnsi"/>
        <w:b/>
        <w:caps/>
        <w:smallCaps w:val="0"/>
        <w:color w:val="FFFFFF" w:themeColor="background1"/>
        <w:sz w:val="24"/>
      </w:rPr>
      <w:tblPr/>
      <w:tcPr>
        <w:shd w:val="clear" w:color="auto" w:fill="004877" w:themeFill="accent2"/>
        <w:vAlign w:val="center"/>
      </w:tcPr>
    </w:tblStylePr>
  </w:style>
  <w:style w:type="paragraph" w:styleId="Header">
    <w:name w:val="header"/>
    <w:basedOn w:val="Normal"/>
    <w:link w:val="HeaderChar"/>
    <w:uiPriority w:val="99"/>
    <w:unhideWhenUsed/>
    <w:qFormat/>
    <w:rsid w:val="0029010C"/>
    <w:pPr>
      <w:tabs>
        <w:tab w:val="center" w:pos="4680"/>
        <w:tab w:val="right" w:pos="9360"/>
      </w:tabs>
      <w:jc w:val="right"/>
    </w:pPr>
    <w:rPr>
      <w:sz w:val="18"/>
      <w:szCs w:val="18"/>
    </w:rPr>
  </w:style>
  <w:style w:type="character" w:customStyle="1" w:styleId="HeaderChar">
    <w:name w:val="Header Char"/>
    <w:basedOn w:val="DefaultParagraphFont"/>
    <w:link w:val="Header"/>
    <w:uiPriority w:val="99"/>
    <w:rsid w:val="0029010C"/>
    <w:rPr>
      <w:rFonts w:asciiTheme="minorHAnsi" w:hAnsiTheme="minorHAnsi"/>
      <w:sz w:val="18"/>
      <w:szCs w:val="18"/>
    </w:rPr>
  </w:style>
  <w:style w:type="paragraph" w:styleId="Footer">
    <w:name w:val="footer"/>
    <w:basedOn w:val="Normal"/>
    <w:link w:val="FooterChar"/>
    <w:uiPriority w:val="99"/>
    <w:unhideWhenUsed/>
    <w:qFormat/>
    <w:rsid w:val="0029010C"/>
    <w:pPr>
      <w:tabs>
        <w:tab w:val="center" w:pos="4680"/>
        <w:tab w:val="right" w:pos="9360"/>
      </w:tabs>
      <w:jc w:val="right"/>
    </w:pPr>
    <w:rPr>
      <w:sz w:val="18"/>
      <w:szCs w:val="18"/>
    </w:rPr>
  </w:style>
  <w:style w:type="character" w:customStyle="1" w:styleId="FooterChar">
    <w:name w:val="Footer Char"/>
    <w:basedOn w:val="DefaultParagraphFont"/>
    <w:link w:val="Footer"/>
    <w:uiPriority w:val="99"/>
    <w:rsid w:val="0029010C"/>
    <w:rPr>
      <w:rFonts w:asciiTheme="minorHAnsi" w:hAnsiTheme="minorHAnsi"/>
      <w:sz w:val="18"/>
      <w:szCs w:val="18"/>
    </w:rPr>
  </w:style>
  <w:style w:type="character" w:customStyle="1" w:styleId="Heading1Char">
    <w:name w:val="Heading 1 Char"/>
    <w:basedOn w:val="DefaultParagraphFont"/>
    <w:link w:val="Heading1"/>
    <w:uiPriority w:val="1"/>
    <w:rsid w:val="00B13248"/>
    <w:rPr>
      <w:rFonts w:asciiTheme="majorHAnsi" w:eastAsiaTheme="majorEastAsia" w:hAnsiTheme="majorHAnsi" w:cs="Arial"/>
      <w:b/>
      <w:bCs/>
      <w:noProof/>
      <w:color w:val="004877" w:themeColor="accent2"/>
      <w:sz w:val="32"/>
      <w:szCs w:val="32"/>
      <w:lang w:val="en-AU"/>
    </w:rPr>
  </w:style>
  <w:style w:type="table" w:styleId="TableGridLight">
    <w:name w:val="Grid Table Light"/>
    <w:basedOn w:val="TableNormal"/>
    <w:uiPriority w:val="40"/>
    <w:locked/>
    <w:rsid w:val="00FF6BE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left w:w="0" w:type="dxa"/>
        <w:right w:w="0" w:type="dxa"/>
      </w:tblCellMar>
    </w:tblPr>
  </w:style>
  <w:style w:type="paragraph" w:customStyle="1" w:styleId="TableText-Center">
    <w:name w:val="Table Text - Center"/>
    <w:basedOn w:val="Normal"/>
    <w:link w:val="TableText-CenterChar"/>
    <w:uiPriority w:val="6"/>
    <w:qFormat/>
    <w:rsid w:val="00A43248"/>
    <w:pPr>
      <w:widowControl/>
      <w:jc w:val="center"/>
    </w:pPr>
    <w:rPr>
      <w:sz w:val="18"/>
    </w:rPr>
  </w:style>
  <w:style w:type="character" w:customStyle="1" w:styleId="Heading4Char">
    <w:name w:val="Heading 4 Char"/>
    <w:basedOn w:val="DefaultParagraphFont"/>
    <w:link w:val="Heading4"/>
    <w:uiPriority w:val="1"/>
    <w:rsid w:val="00C358A2"/>
    <w:rPr>
      <w:rFonts w:asciiTheme="majorHAnsi" w:eastAsiaTheme="majorEastAsia" w:hAnsiTheme="majorHAnsi" w:cstheme="majorBidi"/>
      <w:b/>
      <w:u w:val="single"/>
    </w:rPr>
  </w:style>
  <w:style w:type="paragraph" w:styleId="TOCHeading">
    <w:name w:val="TOC Heading"/>
    <w:basedOn w:val="Normal"/>
    <w:next w:val="Normal"/>
    <w:uiPriority w:val="39"/>
    <w:unhideWhenUsed/>
    <w:qFormat/>
    <w:rsid w:val="00334C1A"/>
    <w:pPr>
      <w:spacing w:before="240" w:after="120"/>
    </w:pPr>
    <w:rPr>
      <w:rFonts w:asciiTheme="majorHAnsi" w:hAnsiTheme="majorHAnsi"/>
      <w:b/>
      <w:bCs/>
      <w:color w:val="004877" w:themeColor="accent2"/>
      <w:sz w:val="32"/>
      <w:szCs w:val="52"/>
      <w:lang w:val="en-IE"/>
    </w:rPr>
  </w:style>
  <w:style w:type="paragraph" w:styleId="TOC1">
    <w:name w:val="toc 1"/>
    <w:basedOn w:val="Normal"/>
    <w:next w:val="Normal"/>
    <w:autoRedefine/>
    <w:uiPriority w:val="39"/>
    <w:unhideWhenUsed/>
    <w:locked/>
    <w:rsid w:val="00FD110B"/>
    <w:pPr>
      <w:tabs>
        <w:tab w:val="left" w:pos="450"/>
        <w:tab w:val="right" w:leader="dot" w:pos="10170"/>
      </w:tabs>
      <w:spacing w:after="240"/>
    </w:pPr>
    <w:rPr>
      <w:rFonts w:asciiTheme="majorHAnsi" w:hAnsiTheme="majorHAnsi"/>
      <w:sz w:val="24"/>
    </w:rPr>
  </w:style>
  <w:style w:type="paragraph" w:styleId="TOC2">
    <w:name w:val="toc 2"/>
    <w:basedOn w:val="Normal"/>
    <w:next w:val="Normal"/>
    <w:autoRedefine/>
    <w:uiPriority w:val="39"/>
    <w:unhideWhenUsed/>
    <w:locked/>
    <w:rsid w:val="002F4CE1"/>
    <w:pPr>
      <w:tabs>
        <w:tab w:val="right" w:leader="dot" w:pos="10170"/>
      </w:tabs>
      <w:spacing w:after="240"/>
      <w:ind w:left="274"/>
    </w:pPr>
    <w:rPr>
      <w:sz w:val="24"/>
    </w:rPr>
  </w:style>
  <w:style w:type="paragraph" w:styleId="TOC3">
    <w:name w:val="toc 3"/>
    <w:basedOn w:val="Normal"/>
    <w:next w:val="Normal"/>
    <w:autoRedefine/>
    <w:uiPriority w:val="39"/>
    <w:unhideWhenUsed/>
    <w:locked/>
    <w:rsid w:val="002F4CE1"/>
    <w:pPr>
      <w:tabs>
        <w:tab w:val="left" w:pos="720"/>
        <w:tab w:val="right" w:leader="dot" w:pos="10170"/>
      </w:tabs>
      <w:spacing w:after="240"/>
      <w:ind w:left="446"/>
    </w:pPr>
    <w:rPr>
      <w:sz w:val="24"/>
    </w:rPr>
  </w:style>
  <w:style w:type="character" w:styleId="Hyperlink">
    <w:name w:val="Hyperlink"/>
    <w:basedOn w:val="DefaultParagraphFont"/>
    <w:uiPriority w:val="99"/>
    <w:unhideWhenUsed/>
    <w:locked/>
    <w:rsid w:val="00642A59"/>
    <w:rPr>
      <w:color w:val="0065B3"/>
      <w:u w:val="single"/>
    </w:rPr>
  </w:style>
  <w:style w:type="paragraph" w:styleId="BalloonText">
    <w:name w:val="Balloon Text"/>
    <w:basedOn w:val="Normal"/>
    <w:link w:val="BalloonTextChar"/>
    <w:uiPriority w:val="99"/>
    <w:semiHidden/>
    <w:unhideWhenUsed/>
    <w:locked/>
    <w:rsid w:val="0078061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80614"/>
    <w:rPr>
      <w:rFonts w:ascii="Segoe UI" w:hAnsi="Segoe UI" w:cs="Segoe UI"/>
      <w:sz w:val="18"/>
      <w:szCs w:val="18"/>
    </w:rPr>
  </w:style>
  <w:style w:type="character" w:styleId="FollowedHyperlink">
    <w:name w:val="FollowedHyperlink"/>
    <w:basedOn w:val="DefaultParagraphFont"/>
    <w:uiPriority w:val="99"/>
    <w:semiHidden/>
    <w:unhideWhenUsed/>
    <w:locked/>
    <w:rsid w:val="003A1A07"/>
    <w:rPr>
      <w:color w:val="954F72" w:themeColor="followedHyperlink"/>
      <w:u w:val="single"/>
    </w:rPr>
  </w:style>
  <w:style w:type="character" w:customStyle="1" w:styleId="Heading5Char">
    <w:name w:val="Heading 5 Char"/>
    <w:basedOn w:val="DefaultParagraphFont"/>
    <w:link w:val="Heading5"/>
    <w:uiPriority w:val="1"/>
    <w:rsid w:val="00650420"/>
    <w:rPr>
      <w:rFonts w:eastAsiaTheme="majorEastAsia" w:cs="Arial"/>
      <w:b/>
      <w:iCs/>
    </w:rPr>
  </w:style>
  <w:style w:type="character" w:customStyle="1" w:styleId="Heading6Char">
    <w:name w:val="Heading 6 Char"/>
    <w:basedOn w:val="DefaultParagraphFont"/>
    <w:link w:val="Heading6"/>
    <w:rsid w:val="00B4642D"/>
    <w:rPr>
      <w:rFonts w:eastAsiaTheme="majorEastAsia" w:cstheme="majorBidi"/>
      <w:color w:val="auto"/>
      <w:u w:val="single"/>
    </w:rPr>
  </w:style>
  <w:style w:type="character" w:customStyle="1" w:styleId="Heading7Char">
    <w:name w:val="Heading 7 Char"/>
    <w:basedOn w:val="DefaultParagraphFont"/>
    <w:link w:val="Heading7"/>
    <w:uiPriority w:val="9"/>
    <w:semiHidden/>
    <w:rsid w:val="006D021C"/>
    <w:rPr>
      <w:rFonts w:asciiTheme="majorHAnsi" w:eastAsiaTheme="majorEastAsia" w:hAnsiTheme="majorHAnsi" w:cstheme="majorBidi"/>
      <w:i/>
      <w:iCs/>
      <w:color w:val="550019" w:themeColor="accent1" w:themeShade="7F"/>
    </w:rPr>
  </w:style>
  <w:style w:type="character" w:customStyle="1" w:styleId="Heading8Char">
    <w:name w:val="Heading 8 Char"/>
    <w:basedOn w:val="DefaultParagraphFont"/>
    <w:link w:val="Heading8"/>
    <w:uiPriority w:val="9"/>
    <w:semiHidden/>
    <w:rsid w:val="006D021C"/>
    <w:rPr>
      <w:rFonts w:asciiTheme="majorHAnsi" w:eastAsiaTheme="majorEastAsia" w:hAnsiTheme="majorHAnsi" w:cstheme="majorBidi"/>
      <w:color w:val="004F82" w:themeColor="text1" w:themeTint="D8"/>
    </w:rPr>
  </w:style>
  <w:style w:type="character" w:customStyle="1" w:styleId="Heading9Char">
    <w:name w:val="Heading 9 Char"/>
    <w:basedOn w:val="DefaultParagraphFont"/>
    <w:link w:val="Heading9"/>
    <w:uiPriority w:val="9"/>
    <w:semiHidden/>
    <w:rsid w:val="006D021C"/>
    <w:rPr>
      <w:rFonts w:asciiTheme="majorHAnsi" w:eastAsiaTheme="majorEastAsia" w:hAnsiTheme="majorHAnsi" w:cstheme="majorBidi"/>
      <w:i/>
      <w:iCs/>
      <w:color w:val="004F82" w:themeColor="text1" w:themeTint="D8"/>
    </w:rPr>
  </w:style>
  <w:style w:type="paragraph" w:styleId="Subtitle">
    <w:name w:val="Subtitle"/>
    <w:basedOn w:val="Normal"/>
    <w:next w:val="Normal"/>
    <w:link w:val="SubtitleChar"/>
    <w:locked/>
    <w:rsid w:val="00B47D73"/>
    <w:pPr>
      <w:numPr>
        <w:ilvl w:val="1"/>
      </w:numPr>
      <w:jc w:val="center"/>
    </w:pPr>
    <w:rPr>
      <w:rFonts w:eastAsiaTheme="minorEastAsia" w:cstheme="minorBidi"/>
      <w:b/>
      <w:bCs/>
      <w:color w:val="0086DC" w:themeColor="text1" w:themeTint="A5"/>
      <w:spacing w:val="15"/>
      <w:sz w:val="40"/>
      <w:szCs w:val="40"/>
    </w:rPr>
  </w:style>
  <w:style w:type="character" w:customStyle="1" w:styleId="SubtitleChar">
    <w:name w:val="Subtitle Char"/>
    <w:basedOn w:val="DefaultParagraphFont"/>
    <w:link w:val="Subtitle"/>
    <w:rsid w:val="00B47D73"/>
    <w:rPr>
      <w:rFonts w:eastAsiaTheme="minorEastAsia" w:cstheme="minorBidi"/>
      <w:b/>
      <w:bCs/>
      <w:color w:val="0086DC" w:themeColor="text1" w:themeTint="A5"/>
      <w:spacing w:val="15"/>
      <w:sz w:val="40"/>
      <w:szCs w:val="40"/>
    </w:rPr>
  </w:style>
  <w:style w:type="paragraph" w:customStyle="1" w:styleId="CoverPage-ProjectName">
    <w:name w:val="Cover Page - Project Name"/>
    <w:basedOn w:val="Normal"/>
    <w:link w:val="CoverPage-ProjectNameChar"/>
    <w:uiPriority w:val="11"/>
    <w:qFormat/>
    <w:rsid w:val="00850B73"/>
    <w:rPr>
      <w:rFonts w:asciiTheme="majorHAnsi" w:hAnsiTheme="majorHAnsi"/>
      <w:color w:val="004877" w:themeColor="accent2"/>
      <w:sz w:val="44"/>
      <w:szCs w:val="44"/>
    </w:rPr>
  </w:style>
  <w:style w:type="paragraph" w:styleId="TOC4">
    <w:name w:val="toc 4"/>
    <w:basedOn w:val="Normal"/>
    <w:next w:val="Normal"/>
    <w:autoRedefine/>
    <w:uiPriority w:val="39"/>
    <w:unhideWhenUsed/>
    <w:locked/>
    <w:rsid w:val="002F4CE1"/>
    <w:pPr>
      <w:tabs>
        <w:tab w:val="right" w:leader="dot" w:pos="10170"/>
      </w:tabs>
      <w:spacing w:after="240"/>
      <w:ind w:left="634"/>
    </w:pPr>
    <w:rPr>
      <w:sz w:val="24"/>
    </w:rPr>
  </w:style>
  <w:style w:type="paragraph" w:customStyle="1" w:styleId="BulletsLevel1">
    <w:name w:val="Bullets Level 1"/>
    <w:basedOn w:val="Normal"/>
    <w:link w:val="BulletsLevel1Char"/>
    <w:uiPriority w:val="3"/>
    <w:qFormat/>
    <w:rsid w:val="00B048C7"/>
    <w:pPr>
      <w:numPr>
        <w:numId w:val="10"/>
      </w:numPr>
      <w:spacing w:after="120"/>
    </w:pPr>
    <w:rPr>
      <w:szCs w:val="24"/>
    </w:rPr>
  </w:style>
  <w:style w:type="paragraph" w:customStyle="1" w:styleId="BulletsLevel2">
    <w:name w:val="Bullets Level 2"/>
    <w:basedOn w:val="BulletsLevel1"/>
    <w:link w:val="BulletsLevel2Char"/>
    <w:uiPriority w:val="3"/>
    <w:qFormat/>
    <w:rsid w:val="003339A4"/>
    <w:pPr>
      <w:numPr>
        <w:ilvl w:val="1"/>
      </w:numPr>
    </w:pPr>
  </w:style>
  <w:style w:type="paragraph" w:styleId="TOC5">
    <w:name w:val="toc 5"/>
    <w:basedOn w:val="Normal"/>
    <w:next w:val="Normal"/>
    <w:autoRedefine/>
    <w:uiPriority w:val="39"/>
    <w:unhideWhenUsed/>
    <w:locked/>
    <w:rsid w:val="007C16FA"/>
    <w:pPr>
      <w:tabs>
        <w:tab w:val="right" w:leader="dot" w:pos="10170"/>
      </w:tabs>
      <w:spacing w:after="100"/>
      <w:ind w:left="920" w:hanging="20"/>
    </w:pPr>
  </w:style>
  <w:style w:type="paragraph" w:styleId="Title">
    <w:name w:val="Title"/>
    <w:basedOn w:val="Normal"/>
    <w:link w:val="TitleChar"/>
    <w:locked/>
    <w:rsid w:val="0017570E"/>
    <w:pPr>
      <w:keepNext/>
      <w:keepLines/>
      <w:spacing w:before="120" w:after="120"/>
      <w:jc w:val="center"/>
    </w:pPr>
    <w:rPr>
      <w:rFonts w:eastAsia="Arial" w:cs="Arial"/>
      <w:b/>
      <w:color w:val="FFFFFF" w:themeColor="background1"/>
      <w:sz w:val="44"/>
      <w:szCs w:val="44"/>
    </w:rPr>
  </w:style>
  <w:style w:type="character" w:customStyle="1" w:styleId="TitleChar">
    <w:name w:val="Title Char"/>
    <w:basedOn w:val="DefaultParagraphFont"/>
    <w:link w:val="Title"/>
    <w:rsid w:val="0017570E"/>
    <w:rPr>
      <w:rFonts w:eastAsia="Arial" w:cs="Arial"/>
      <w:b/>
      <w:color w:val="FFFFFF" w:themeColor="background1"/>
      <w:sz w:val="44"/>
      <w:szCs w:val="44"/>
    </w:rPr>
  </w:style>
  <w:style w:type="character" w:styleId="UnresolvedMention">
    <w:name w:val="Unresolved Mention"/>
    <w:basedOn w:val="DefaultParagraphFont"/>
    <w:uiPriority w:val="99"/>
    <w:semiHidden/>
    <w:unhideWhenUsed/>
    <w:locked/>
    <w:rsid w:val="00781171"/>
    <w:rPr>
      <w:color w:val="605E5C"/>
      <w:shd w:val="clear" w:color="auto" w:fill="E1DFDD"/>
    </w:rPr>
  </w:style>
  <w:style w:type="paragraph" w:styleId="TOC6">
    <w:name w:val="toc 6"/>
    <w:basedOn w:val="Normal"/>
    <w:next w:val="Normal"/>
    <w:autoRedefine/>
    <w:uiPriority w:val="39"/>
    <w:unhideWhenUsed/>
    <w:locked/>
    <w:rsid w:val="00F03392"/>
    <w:pPr>
      <w:spacing w:after="100"/>
      <w:ind w:left="1100"/>
    </w:pPr>
    <w:rPr>
      <w:rFonts w:asciiTheme="minorHAnsi" w:eastAsiaTheme="minorEastAsia" w:hAnsiTheme="minorHAnsi" w:cstheme="minorBidi"/>
    </w:rPr>
  </w:style>
  <w:style w:type="paragraph" w:styleId="TOC7">
    <w:name w:val="toc 7"/>
    <w:basedOn w:val="Normal"/>
    <w:next w:val="Normal"/>
    <w:autoRedefine/>
    <w:uiPriority w:val="39"/>
    <w:unhideWhenUsed/>
    <w:locked/>
    <w:rsid w:val="00F03392"/>
    <w:pPr>
      <w:spacing w:after="100"/>
      <w:ind w:left="1320"/>
    </w:pPr>
    <w:rPr>
      <w:rFonts w:asciiTheme="minorHAnsi" w:eastAsiaTheme="minorEastAsia" w:hAnsiTheme="minorHAnsi" w:cstheme="minorBidi"/>
    </w:rPr>
  </w:style>
  <w:style w:type="paragraph" w:styleId="TOC8">
    <w:name w:val="toc 8"/>
    <w:basedOn w:val="Normal"/>
    <w:next w:val="Normal"/>
    <w:autoRedefine/>
    <w:uiPriority w:val="39"/>
    <w:unhideWhenUsed/>
    <w:locked/>
    <w:rsid w:val="00F03392"/>
    <w:pPr>
      <w:spacing w:after="100"/>
      <w:ind w:left="1540"/>
    </w:pPr>
    <w:rPr>
      <w:rFonts w:asciiTheme="minorHAnsi" w:eastAsiaTheme="minorEastAsia" w:hAnsiTheme="minorHAnsi" w:cstheme="minorBidi"/>
    </w:rPr>
  </w:style>
  <w:style w:type="paragraph" w:styleId="TOC9">
    <w:name w:val="toc 9"/>
    <w:basedOn w:val="Normal"/>
    <w:next w:val="Normal"/>
    <w:autoRedefine/>
    <w:uiPriority w:val="39"/>
    <w:unhideWhenUsed/>
    <w:locked/>
    <w:rsid w:val="00F03392"/>
    <w:pPr>
      <w:spacing w:after="100"/>
      <w:ind w:left="1760"/>
    </w:pPr>
    <w:rPr>
      <w:rFonts w:asciiTheme="minorHAnsi" w:eastAsiaTheme="minorEastAsia" w:hAnsiTheme="minorHAnsi" w:cstheme="minorBidi"/>
    </w:rPr>
  </w:style>
  <w:style w:type="paragraph" w:styleId="FootnoteText">
    <w:name w:val="footnote text"/>
    <w:basedOn w:val="Normal"/>
    <w:link w:val="FootnoteTextChar"/>
    <w:uiPriority w:val="99"/>
    <w:semiHidden/>
    <w:unhideWhenUsed/>
    <w:locked/>
    <w:rsid w:val="00FE3CE3"/>
    <w:rPr>
      <w:rFonts w:eastAsia="MS Mincho"/>
      <w:sz w:val="18"/>
      <w:szCs w:val="20"/>
    </w:rPr>
  </w:style>
  <w:style w:type="character" w:customStyle="1" w:styleId="FootnoteTextChar">
    <w:name w:val="Footnote Text Char"/>
    <w:basedOn w:val="DefaultParagraphFont"/>
    <w:link w:val="FootnoteText"/>
    <w:uiPriority w:val="99"/>
    <w:semiHidden/>
    <w:rsid w:val="00FE3CE3"/>
    <w:rPr>
      <w:rFonts w:eastAsia="MS Mincho"/>
      <w:sz w:val="18"/>
      <w:szCs w:val="20"/>
    </w:rPr>
  </w:style>
  <w:style w:type="character" w:styleId="FootnoteReference">
    <w:name w:val="footnote reference"/>
    <w:basedOn w:val="DefaultParagraphFont"/>
    <w:uiPriority w:val="99"/>
    <w:semiHidden/>
    <w:unhideWhenUsed/>
    <w:locked/>
    <w:rsid w:val="007C7638"/>
    <w:rPr>
      <w:vertAlign w:val="superscript"/>
    </w:rPr>
  </w:style>
  <w:style w:type="paragraph" w:customStyle="1" w:styleId="NumberingLevel1">
    <w:name w:val="Numbering Level 1"/>
    <w:basedOn w:val="Normal"/>
    <w:link w:val="NumberingLevel1Char"/>
    <w:uiPriority w:val="4"/>
    <w:qFormat/>
    <w:rsid w:val="00B048C7"/>
    <w:pPr>
      <w:numPr>
        <w:numId w:val="11"/>
      </w:numPr>
      <w:spacing w:after="120"/>
    </w:pPr>
    <w:rPr>
      <w:szCs w:val="24"/>
      <w:lang w:val="nl-NL"/>
    </w:rPr>
  </w:style>
  <w:style w:type="paragraph" w:customStyle="1" w:styleId="NumberingLevel2">
    <w:name w:val="Numbering Level 2"/>
    <w:basedOn w:val="NumberingLevel1"/>
    <w:link w:val="NumberingLevel2Char"/>
    <w:uiPriority w:val="4"/>
    <w:qFormat/>
    <w:rsid w:val="003339A4"/>
    <w:pPr>
      <w:numPr>
        <w:ilvl w:val="1"/>
      </w:numPr>
    </w:pPr>
  </w:style>
  <w:style w:type="character" w:customStyle="1" w:styleId="NumberingLevel1Char">
    <w:name w:val="Numbering Level 1 Char"/>
    <w:basedOn w:val="DefaultParagraphFont"/>
    <w:link w:val="NumberingLevel1"/>
    <w:uiPriority w:val="4"/>
    <w:rsid w:val="00B048C7"/>
    <w:rPr>
      <w:szCs w:val="24"/>
      <w:lang w:val="nl-NL"/>
    </w:rPr>
  </w:style>
  <w:style w:type="character" w:customStyle="1" w:styleId="NumberingLevel2Char">
    <w:name w:val="Numbering Level 2 Char"/>
    <w:basedOn w:val="NumberingLevel1Char"/>
    <w:link w:val="NumberingLevel2"/>
    <w:uiPriority w:val="4"/>
    <w:rsid w:val="003339A4"/>
    <w:rPr>
      <w:szCs w:val="24"/>
      <w:lang w:val="nl-NL"/>
    </w:rPr>
  </w:style>
  <w:style w:type="character" w:styleId="PlaceholderText">
    <w:name w:val="Placeholder Text"/>
    <w:basedOn w:val="DefaultParagraphFont"/>
    <w:uiPriority w:val="99"/>
    <w:semiHidden/>
    <w:locked/>
    <w:rsid w:val="00C6761A"/>
    <w:rPr>
      <w:color w:val="808080"/>
    </w:rPr>
  </w:style>
  <w:style w:type="character" w:customStyle="1" w:styleId="BulletsLevel1Char">
    <w:name w:val="Bullets Level 1 Char"/>
    <w:basedOn w:val="DefaultParagraphFont"/>
    <w:link w:val="BulletsLevel1"/>
    <w:uiPriority w:val="3"/>
    <w:rsid w:val="00B048C7"/>
    <w:rPr>
      <w:szCs w:val="24"/>
    </w:rPr>
  </w:style>
  <w:style w:type="paragraph" w:customStyle="1" w:styleId="BulletsLevel3">
    <w:name w:val="Bullets Level 3"/>
    <w:basedOn w:val="BulletsLevel2"/>
    <w:link w:val="BulletsLevel3Char"/>
    <w:uiPriority w:val="3"/>
    <w:qFormat/>
    <w:rsid w:val="003339A4"/>
    <w:pPr>
      <w:numPr>
        <w:ilvl w:val="2"/>
      </w:numPr>
    </w:pPr>
  </w:style>
  <w:style w:type="character" w:customStyle="1" w:styleId="BulletsLevel2Char">
    <w:name w:val="Bullets Level 2 Char"/>
    <w:basedOn w:val="BulletsLevel1Char"/>
    <w:link w:val="BulletsLevel2"/>
    <w:uiPriority w:val="3"/>
    <w:rsid w:val="003339A4"/>
    <w:rPr>
      <w:szCs w:val="24"/>
    </w:rPr>
  </w:style>
  <w:style w:type="paragraph" w:customStyle="1" w:styleId="NumberingLevel3">
    <w:name w:val="Numbering Level 3"/>
    <w:basedOn w:val="NumberingLevel1"/>
    <w:link w:val="NumberingLevel3Char"/>
    <w:uiPriority w:val="4"/>
    <w:qFormat/>
    <w:rsid w:val="003339A4"/>
    <w:pPr>
      <w:numPr>
        <w:ilvl w:val="2"/>
      </w:numPr>
    </w:pPr>
  </w:style>
  <w:style w:type="character" w:customStyle="1" w:styleId="BulletsLevel3Char">
    <w:name w:val="Bullets Level 3 Char"/>
    <w:basedOn w:val="BulletsLevel2Char"/>
    <w:link w:val="BulletsLevel3"/>
    <w:uiPriority w:val="3"/>
    <w:rsid w:val="003339A4"/>
    <w:rPr>
      <w:szCs w:val="24"/>
    </w:rPr>
  </w:style>
  <w:style w:type="character" w:customStyle="1" w:styleId="TableText-CenterChar">
    <w:name w:val="Table Text - Center Char"/>
    <w:basedOn w:val="DefaultParagraphFont"/>
    <w:link w:val="TableText-Center"/>
    <w:uiPriority w:val="6"/>
    <w:rsid w:val="00723853"/>
    <w:rPr>
      <w:sz w:val="18"/>
    </w:rPr>
  </w:style>
  <w:style w:type="character" w:customStyle="1" w:styleId="NumberingLevel3Char">
    <w:name w:val="Numbering Level 3 Char"/>
    <w:basedOn w:val="NumberingLevel1Char"/>
    <w:link w:val="NumberingLevel3"/>
    <w:uiPriority w:val="4"/>
    <w:rsid w:val="003339A4"/>
    <w:rPr>
      <w:szCs w:val="24"/>
      <w:lang w:val="nl-NL"/>
    </w:rPr>
  </w:style>
  <w:style w:type="paragraph" w:styleId="Caption">
    <w:name w:val="caption"/>
    <w:basedOn w:val="Normal"/>
    <w:next w:val="Normal"/>
    <w:uiPriority w:val="5"/>
    <w:qFormat/>
    <w:rsid w:val="009713B0"/>
    <w:pPr>
      <w:spacing w:before="60" w:after="120"/>
    </w:pPr>
    <w:rPr>
      <w:i/>
      <w:iCs/>
      <w:color w:val="004877" w:themeColor="accent2"/>
      <w:sz w:val="18"/>
      <w:szCs w:val="18"/>
      <w:lang w:val="en-AU"/>
    </w:rPr>
  </w:style>
  <w:style w:type="paragraph" w:customStyle="1" w:styleId="BulletsLevel4">
    <w:name w:val="Bullets Level 4"/>
    <w:basedOn w:val="BulletsLevel3"/>
    <w:link w:val="BulletsLevel4Char"/>
    <w:uiPriority w:val="3"/>
    <w:qFormat/>
    <w:rsid w:val="003339A4"/>
    <w:pPr>
      <w:numPr>
        <w:ilvl w:val="3"/>
      </w:numPr>
    </w:pPr>
  </w:style>
  <w:style w:type="paragraph" w:customStyle="1" w:styleId="NumberingLevel4">
    <w:name w:val="Numbering Level 4"/>
    <w:basedOn w:val="NumberingLevel3"/>
    <w:link w:val="NumberingLevel4Char"/>
    <w:uiPriority w:val="4"/>
    <w:qFormat/>
    <w:rsid w:val="003339A4"/>
    <w:pPr>
      <w:numPr>
        <w:ilvl w:val="3"/>
      </w:numPr>
    </w:pPr>
  </w:style>
  <w:style w:type="character" w:customStyle="1" w:styleId="BulletsLevel4Char">
    <w:name w:val="Bullets Level 4 Char"/>
    <w:basedOn w:val="BulletsLevel3Char"/>
    <w:link w:val="BulletsLevel4"/>
    <w:uiPriority w:val="3"/>
    <w:rsid w:val="003339A4"/>
    <w:rPr>
      <w:szCs w:val="24"/>
    </w:rPr>
  </w:style>
  <w:style w:type="character" w:customStyle="1" w:styleId="NumberingLevel4Char">
    <w:name w:val="Numbering Level 4 Char"/>
    <w:basedOn w:val="NumberingLevel3Char"/>
    <w:link w:val="NumberingLevel4"/>
    <w:uiPriority w:val="4"/>
    <w:rsid w:val="003339A4"/>
    <w:rPr>
      <w:szCs w:val="24"/>
      <w:lang w:val="nl-NL"/>
    </w:rPr>
  </w:style>
  <w:style w:type="paragraph" w:styleId="BodyText">
    <w:name w:val="Body Text"/>
    <w:basedOn w:val="Normal"/>
    <w:link w:val="BodyTextChar"/>
    <w:uiPriority w:val="99"/>
    <w:semiHidden/>
    <w:unhideWhenUsed/>
    <w:locked/>
    <w:rsid w:val="00350120"/>
    <w:pPr>
      <w:spacing w:after="120"/>
    </w:pPr>
  </w:style>
  <w:style w:type="character" w:customStyle="1" w:styleId="BodyTextChar">
    <w:name w:val="Body Text Char"/>
    <w:basedOn w:val="DefaultParagraphFont"/>
    <w:link w:val="BodyText"/>
    <w:uiPriority w:val="99"/>
    <w:semiHidden/>
    <w:rsid w:val="00350120"/>
  </w:style>
  <w:style w:type="paragraph" w:styleId="Bibliography">
    <w:name w:val="Bibliography"/>
    <w:basedOn w:val="Normal"/>
    <w:next w:val="Normal"/>
    <w:uiPriority w:val="37"/>
    <w:semiHidden/>
    <w:unhideWhenUsed/>
    <w:locked/>
    <w:rsid w:val="00D30733"/>
  </w:style>
  <w:style w:type="paragraph" w:styleId="BlockText">
    <w:name w:val="Block Text"/>
    <w:basedOn w:val="Normal"/>
    <w:uiPriority w:val="99"/>
    <w:semiHidden/>
    <w:unhideWhenUsed/>
    <w:locked/>
    <w:rsid w:val="00D30733"/>
    <w:pPr>
      <w:pBdr>
        <w:top w:val="single" w:sz="2" w:space="10" w:color="AB0033" w:themeColor="accent1"/>
        <w:left w:val="single" w:sz="2" w:space="10" w:color="AB0033" w:themeColor="accent1"/>
        <w:bottom w:val="single" w:sz="2" w:space="10" w:color="AB0033" w:themeColor="accent1"/>
        <w:right w:val="single" w:sz="2" w:space="10" w:color="AB0033" w:themeColor="accent1"/>
      </w:pBdr>
      <w:ind w:left="1152" w:right="1152"/>
    </w:pPr>
    <w:rPr>
      <w:rFonts w:asciiTheme="minorHAnsi" w:eastAsiaTheme="minorEastAsia" w:hAnsiTheme="minorHAnsi" w:cstheme="minorBidi"/>
      <w:i/>
      <w:iCs/>
      <w:color w:val="AB0033" w:themeColor="accent1"/>
    </w:rPr>
  </w:style>
  <w:style w:type="paragraph" w:styleId="BodyText2">
    <w:name w:val="Body Text 2"/>
    <w:basedOn w:val="Normal"/>
    <w:link w:val="BodyText2Char"/>
    <w:uiPriority w:val="99"/>
    <w:semiHidden/>
    <w:unhideWhenUsed/>
    <w:locked/>
    <w:rsid w:val="00D30733"/>
    <w:pPr>
      <w:spacing w:after="120" w:line="480" w:lineRule="auto"/>
    </w:pPr>
  </w:style>
  <w:style w:type="character" w:customStyle="1" w:styleId="BodyText2Char">
    <w:name w:val="Body Text 2 Char"/>
    <w:basedOn w:val="DefaultParagraphFont"/>
    <w:link w:val="BodyText2"/>
    <w:uiPriority w:val="99"/>
    <w:semiHidden/>
    <w:rsid w:val="00D30733"/>
  </w:style>
  <w:style w:type="paragraph" w:styleId="BodyText3">
    <w:name w:val="Body Text 3"/>
    <w:basedOn w:val="Normal"/>
    <w:link w:val="BodyText3Char"/>
    <w:uiPriority w:val="99"/>
    <w:semiHidden/>
    <w:unhideWhenUsed/>
    <w:locked/>
    <w:rsid w:val="00D30733"/>
    <w:pPr>
      <w:spacing w:after="120"/>
    </w:pPr>
    <w:rPr>
      <w:sz w:val="16"/>
      <w:szCs w:val="16"/>
    </w:rPr>
  </w:style>
  <w:style w:type="character" w:customStyle="1" w:styleId="BodyText3Char">
    <w:name w:val="Body Text 3 Char"/>
    <w:basedOn w:val="DefaultParagraphFont"/>
    <w:link w:val="BodyText3"/>
    <w:uiPriority w:val="99"/>
    <w:semiHidden/>
    <w:rsid w:val="00D30733"/>
    <w:rPr>
      <w:sz w:val="16"/>
      <w:szCs w:val="16"/>
    </w:rPr>
  </w:style>
  <w:style w:type="paragraph" w:styleId="BodyTextFirstIndent">
    <w:name w:val="Body Text First Indent"/>
    <w:basedOn w:val="BodyText"/>
    <w:link w:val="BodyTextFirstIndentChar"/>
    <w:uiPriority w:val="99"/>
    <w:semiHidden/>
    <w:unhideWhenUsed/>
    <w:locked/>
    <w:rsid w:val="00D30733"/>
    <w:pPr>
      <w:spacing w:after="200"/>
      <w:ind w:firstLine="360"/>
    </w:pPr>
  </w:style>
  <w:style w:type="character" w:customStyle="1" w:styleId="BodyTextFirstIndentChar">
    <w:name w:val="Body Text First Indent Char"/>
    <w:basedOn w:val="BodyTextChar"/>
    <w:link w:val="BodyTextFirstIndent"/>
    <w:uiPriority w:val="99"/>
    <w:semiHidden/>
    <w:rsid w:val="00D30733"/>
  </w:style>
  <w:style w:type="paragraph" w:styleId="BodyTextIndent">
    <w:name w:val="Body Text Indent"/>
    <w:basedOn w:val="Normal"/>
    <w:link w:val="BodyTextIndentChar"/>
    <w:uiPriority w:val="99"/>
    <w:semiHidden/>
    <w:unhideWhenUsed/>
    <w:locked/>
    <w:rsid w:val="00D30733"/>
    <w:pPr>
      <w:spacing w:after="120"/>
      <w:ind w:left="360"/>
    </w:pPr>
  </w:style>
  <w:style w:type="character" w:customStyle="1" w:styleId="BodyTextIndentChar">
    <w:name w:val="Body Text Indent Char"/>
    <w:basedOn w:val="DefaultParagraphFont"/>
    <w:link w:val="BodyTextIndent"/>
    <w:uiPriority w:val="99"/>
    <w:semiHidden/>
    <w:rsid w:val="00D30733"/>
  </w:style>
  <w:style w:type="paragraph" w:styleId="BodyTextFirstIndent2">
    <w:name w:val="Body Text First Indent 2"/>
    <w:basedOn w:val="BodyTextIndent"/>
    <w:link w:val="BodyTextFirstIndent2Char"/>
    <w:uiPriority w:val="99"/>
    <w:semiHidden/>
    <w:unhideWhenUsed/>
    <w:locked/>
    <w:rsid w:val="00D30733"/>
    <w:pPr>
      <w:spacing w:after="200"/>
      <w:ind w:firstLine="360"/>
    </w:pPr>
  </w:style>
  <w:style w:type="character" w:customStyle="1" w:styleId="BodyTextFirstIndent2Char">
    <w:name w:val="Body Text First Indent 2 Char"/>
    <w:basedOn w:val="BodyTextIndentChar"/>
    <w:link w:val="BodyTextFirstIndent2"/>
    <w:uiPriority w:val="99"/>
    <w:semiHidden/>
    <w:rsid w:val="00D30733"/>
  </w:style>
  <w:style w:type="paragraph" w:styleId="BodyTextIndent2">
    <w:name w:val="Body Text Indent 2"/>
    <w:basedOn w:val="Normal"/>
    <w:link w:val="BodyTextIndent2Char"/>
    <w:uiPriority w:val="99"/>
    <w:semiHidden/>
    <w:unhideWhenUsed/>
    <w:locked/>
    <w:rsid w:val="00D30733"/>
    <w:pPr>
      <w:spacing w:after="120" w:line="480" w:lineRule="auto"/>
      <w:ind w:left="360"/>
    </w:pPr>
  </w:style>
  <w:style w:type="character" w:customStyle="1" w:styleId="BodyTextIndent2Char">
    <w:name w:val="Body Text Indent 2 Char"/>
    <w:basedOn w:val="DefaultParagraphFont"/>
    <w:link w:val="BodyTextIndent2"/>
    <w:uiPriority w:val="99"/>
    <w:semiHidden/>
    <w:rsid w:val="00D30733"/>
  </w:style>
  <w:style w:type="paragraph" w:styleId="BodyTextIndent3">
    <w:name w:val="Body Text Indent 3"/>
    <w:basedOn w:val="Normal"/>
    <w:link w:val="BodyTextIndent3Char"/>
    <w:uiPriority w:val="99"/>
    <w:semiHidden/>
    <w:unhideWhenUsed/>
    <w:locked/>
    <w:rsid w:val="00D3073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D30733"/>
    <w:rPr>
      <w:sz w:val="16"/>
      <w:szCs w:val="16"/>
    </w:rPr>
  </w:style>
  <w:style w:type="paragraph" w:styleId="Closing">
    <w:name w:val="Closing"/>
    <w:basedOn w:val="Normal"/>
    <w:link w:val="ClosingChar"/>
    <w:uiPriority w:val="99"/>
    <w:semiHidden/>
    <w:unhideWhenUsed/>
    <w:locked/>
    <w:rsid w:val="00D30733"/>
    <w:pPr>
      <w:ind w:left="4320"/>
    </w:pPr>
  </w:style>
  <w:style w:type="character" w:customStyle="1" w:styleId="ClosingChar">
    <w:name w:val="Closing Char"/>
    <w:basedOn w:val="DefaultParagraphFont"/>
    <w:link w:val="Closing"/>
    <w:uiPriority w:val="99"/>
    <w:semiHidden/>
    <w:rsid w:val="00D30733"/>
  </w:style>
  <w:style w:type="paragraph" w:styleId="CommentText">
    <w:name w:val="annotation text"/>
    <w:basedOn w:val="Normal"/>
    <w:link w:val="CommentTextChar"/>
    <w:uiPriority w:val="99"/>
    <w:semiHidden/>
    <w:unhideWhenUsed/>
    <w:locked/>
    <w:rsid w:val="00D30733"/>
    <w:rPr>
      <w:sz w:val="20"/>
      <w:szCs w:val="20"/>
    </w:rPr>
  </w:style>
  <w:style w:type="character" w:customStyle="1" w:styleId="CommentTextChar">
    <w:name w:val="Comment Text Char"/>
    <w:basedOn w:val="DefaultParagraphFont"/>
    <w:link w:val="CommentText"/>
    <w:uiPriority w:val="99"/>
    <w:semiHidden/>
    <w:rsid w:val="00D30733"/>
    <w:rPr>
      <w:sz w:val="20"/>
      <w:szCs w:val="20"/>
    </w:rPr>
  </w:style>
  <w:style w:type="paragraph" w:styleId="CommentSubject">
    <w:name w:val="annotation subject"/>
    <w:basedOn w:val="CommentText"/>
    <w:next w:val="CommentText"/>
    <w:link w:val="CommentSubjectChar"/>
    <w:uiPriority w:val="99"/>
    <w:semiHidden/>
    <w:unhideWhenUsed/>
    <w:locked/>
    <w:rsid w:val="00D30733"/>
    <w:rPr>
      <w:b/>
      <w:bCs/>
    </w:rPr>
  </w:style>
  <w:style w:type="character" w:customStyle="1" w:styleId="CommentSubjectChar">
    <w:name w:val="Comment Subject Char"/>
    <w:basedOn w:val="CommentTextChar"/>
    <w:link w:val="CommentSubject"/>
    <w:uiPriority w:val="99"/>
    <w:semiHidden/>
    <w:rsid w:val="00D30733"/>
    <w:rPr>
      <w:b/>
      <w:bCs/>
      <w:sz w:val="20"/>
      <w:szCs w:val="20"/>
    </w:rPr>
  </w:style>
  <w:style w:type="paragraph" w:styleId="Date">
    <w:name w:val="Date"/>
    <w:basedOn w:val="Normal"/>
    <w:next w:val="Normal"/>
    <w:link w:val="DateChar"/>
    <w:uiPriority w:val="99"/>
    <w:semiHidden/>
    <w:unhideWhenUsed/>
    <w:locked/>
    <w:rsid w:val="00D30733"/>
  </w:style>
  <w:style w:type="character" w:customStyle="1" w:styleId="DateChar">
    <w:name w:val="Date Char"/>
    <w:basedOn w:val="DefaultParagraphFont"/>
    <w:link w:val="Date"/>
    <w:uiPriority w:val="99"/>
    <w:semiHidden/>
    <w:rsid w:val="00D30733"/>
  </w:style>
  <w:style w:type="paragraph" w:styleId="DocumentMap">
    <w:name w:val="Document Map"/>
    <w:basedOn w:val="Normal"/>
    <w:link w:val="DocumentMapChar"/>
    <w:uiPriority w:val="99"/>
    <w:semiHidden/>
    <w:unhideWhenUsed/>
    <w:locked/>
    <w:rsid w:val="00D30733"/>
    <w:rPr>
      <w:rFonts w:ascii="Segoe UI" w:hAnsi="Segoe UI" w:cs="Segoe UI"/>
      <w:sz w:val="16"/>
      <w:szCs w:val="16"/>
    </w:rPr>
  </w:style>
  <w:style w:type="character" w:customStyle="1" w:styleId="DocumentMapChar">
    <w:name w:val="Document Map Char"/>
    <w:basedOn w:val="DefaultParagraphFont"/>
    <w:link w:val="DocumentMap"/>
    <w:uiPriority w:val="99"/>
    <w:semiHidden/>
    <w:rsid w:val="00D30733"/>
    <w:rPr>
      <w:rFonts w:ascii="Segoe UI" w:hAnsi="Segoe UI" w:cs="Segoe UI"/>
      <w:sz w:val="16"/>
      <w:szCs w:val="16"/>
    </w:rPr>
  </w:style>
  <w:style w:type="paragraph" w:styleId="E-mailSignature">
    <w:name w:val="E-mail Signature"/>
    <w:basedOn w:val="Normal"/>
    <w:link w:val="E-mailSignatureChar"/>
    <w:uiPriority w:val="99"/>
    <w:semiHidden/>
    <w:unhideWhenUsed/>
    <w:locked/>
    <w:rsid w:val="00D30733"/>
  </w:style>
  <w:style w:type="character" w:customStyle="1" w:styleId="E-mailSignatureChar">
    <w:name w:val="E-mail Signature Char"/>
    <w:basedOn w:val="DefaultParagraphFont"/>
    <w:link w:val="E-mailSignature"/>
    <w:uiPriority w:val="99"/>
    <w:semiHidden/>
    <w:rsid w:val="00D30733"/>
  </w:style>
  <w:style w:type="paragraph" w:styleId="EndnoteText">
    <w:name w:val="endnote text"/>
    <w:basedOn w:val="Normal"/>
    <w:link w:val="EndnoteTextChar"/>
    <w:uiPriority w:val="99"/>
    <w:semiHidden/>
    <w:unhideWhenUsed/>
    <w:locked/>
    <w:rsid w:val="00D30733"/>
    <w:rPr>
      <w:sz w:val="20"/>
      <w:szCs w:val="20"/>
    </w:rPr>
  </w:style>
  <w:style w:type="character" w:customStyle="1" w:styleId="EndnoteTextChar">
    <w:name w:val="Endnote Text Char"/>
    <w:basedOn w:val="DefaultParagraphFont"/>
    <w:link w:val="EndnoteText"/>
    <w:uiPriority w:val="99"/>
    <w:semiHidden/>
    <w:rsid w:val="00D30733"/>
    <w:rPr>
      <w:sz w:val="20"/>
      <w:szCs w:val="20"/>
    </w:rPr>
  </w:style>
  <w:style w:type="paragraph" w:styleId="EnvelopeAddress">
    <w:name w:val="envelope address"/>
    <w:basedOn w:val="Normal"/>
    <w:uiPriority w:val="99"/>
    <w:semiHidden/>
    <w:unhideWhenUsed/>
    <w:locked/>
    <w:rsid w:val="00D30733"/>
    <w:pPr>
      <w:framePr w:w="7920" w:h="1980" w:hRule="exact" w:hSpace="180" w:wrap="auto" w:hAnchor="page" w:xAlign="center" w:yAlign="bottom"/>
      <w:ind w:left="2880"/>
    </w:pPr>
    <w:rPr>
      <w:rFonts w:asciiTheme="majorHAnsi" w:eastAsiaTheme="majorEastAsia" w:hAnsiTheme="majorHAnsi" w:cstheme="majorBidi"/>
      <w:szCs w:val="24"/>
    </w:rPr>
  </w:style>
  <w:style w:type="paragraph" w:styleId="EnvelopeReturn">
    <w:name w:val="envelope return"/>
    <w:basedOn w:val="Normal"/>
    <w:uiPriority w:val="99"/>
    <w:semiHidden/>
    <w:unhideWhenUsed/>
    <w:locked/>
    <w:rsid w:val="00D30733"/>
    <w:rPr>
      <w:rFonts w:asciiTheme="majorHAnsi" w:eastAsiaTheme="majorEastAsia" w:hAnsiTheme="majorHAnsi" w:cstheme="majorBidi"/>
      <w:sz w:val="20"/>
      <w:szCs w:val="20"/>
    </w:rPr>
  </w:style>
  <w:style w:type="paragraph" w:styleId="HTMLAddress">
    <w:name w:val="HTML Address"/>
    <w:basedOn w:val="Normal"/>
    <w:link w:val="HTMLAddressChar"/>
    <w:uiPriority w:val="99"/>
    <w:semiHidden/>
    <w:unhideWhenUsed/>
    <w:locked/>
    <w:rsid w:val="00D30733"/>
    <w:rPr>
      <w:i/>
      <w:iCs/>
    </w:rPr>
  </w:style>
  <w:style w:type="character" w:customStyle="1" w:styleId="HTMLAddressChar">
    <w:name w:val="HTML Address Char"/>
    <w:basedOn w:val="DefaultParagraphFont"/>
    <w:link w:val="HTMLAddress"/>
    <w:uiPriority w:val="99"/>
    <w:semiHidden/>
    <w:rsid w:val="00D30733"/>
    <w:rPr>
      <w:i/>
      <w:iCs/>
    </w:rPr>
  </w:style>
  <w:style w:type="paragraph" w:styleId="HTMLPreformatted">
    <w:name w:val="HTML Preformatted"/>
    <w:basedOn w:val="Normal"/>
    <w:link w:val="HTMLPreformattedChar"/>
    <w:uiPriority w:val="99"/>
    <w:semiHidden/>
    <w:unhideWhenUsed/>
    <w:locked/>
    <w:rsid w:val="00D30733"/>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D30733"/>
    <w:rPr>
      <w:rFonts w:ascii="Consolas" w:hAnsi="Consolas"/>
      <w:sz w:val="20"/>
      <w:szCs w:val="20"/>
    </w:rPr>
  </w:style>
  <w:style w:type="paragraph" w:styleId="Index1">
    <w:name w:val="index 1"/>
    <w:basedOn w:val="Normal"/>
    <w:next w:val="Normal"/>
    <w:autoRedefine/>
    <w:uiPriority w:val="99"/>
    <w:semiHidden/>
    <w:unhideWhenUsed/>
    <w:locked/>
    <w:rsid w:val="00D30733"/>
    <w:pPr>
      <w:ind w:left="220" w:hanging="220"/>
    </w:pPr>
  </w:style>
  <w:style w:type="paragraph" w:styleId="Index2">
    <w:name w:val="index 2"/>
    <w:basedOn w:val="Normal"/>
    <w:next w:val="Normal"/>
    <w:autoRedefine/>
    <w:uiPriority w:val="99"/>
    <w:semiHidden/>
    <w:unhideWhenUsed/>
    <w:locked/>
    <w:rsid w:val="00D30733"/>
    <w:pPr>
      <w:ind w:left="440" w:hanging="220"/>
    </w:pPr>
  </w:style>
  <w:style w:type="paragraph" w:styleId="Index3">
    <w:name w:val="index 3"/>
    <w:basedOn w:val="Normal"/>
    <w:next w:val="Normal"/>
    <w:autoRedefine/>
    <w:uiPriority w:val="99"/>
    <w:semiHidden/>
    <w:unhideWhenUsed/>
    <w:locked/>
    <w:rsid w:val="00D30733"/>
    <w:pPr>
      <w:ind w:left="660" w:hanging="220"/>
    </w:pPr>
  </w:style>
  <w:style w:type="paragraph" w:styleId="Index4">
    <w:name w:val="index 4"/>
    <w:basedOn w:val="Normal"/>
    <w:next w:val="Normal"/>
    <w:autoRedefine/>
    <w:uiPriority w:val="99"/>
    <w:semiHidden/>
    <w:unhideWhenUsed/>
    <w:locked/>
    <w:rsid w:val="00D30733"/>
    <w:pPr>
      <w:ind w:left="880" w:hanging="220"/>
    </w:pPr>
  </w:style>
  <w:style w:type="paragraph" w:styleId="Index5">
    <w:name w:val="index 5"/>
    <w:basedOn w:val="Normal"/>
    <w:next w:val="Normal"/>
    <w:autoRedefine/>
    <w:uiPriority w:val="99"/>
    <w:semiHidden/>
    <w:unhideWhenUsed/>
    <w:locked/>
    <w:rsid w:val="00D30733"/>
    <w:pPr>
      <w:ind w:left="1100" w:hanging="220"/>
    </w:pPr>
  </w:style>
  <w:style w:type="paragraph" w:styleId="Index6">
    <w:name w:val="index 6"/>
    <w:basedOn w:val="Normal"/>
    <w:next w:val="Normal"/>
    <w:autoRedefine/>
    <w:uiPriority w:val="99"/>
    <w:semiHidden/>
    <w:unhideWhenUsed/>
    <w:locked/>
    <w:rsid w:val="00D30733"/>
    <w:pPr>
      <w:ind w:left="1320" w:hanging="220"/>
    </w:pPr>
  </w:style>
  <w:style w:type="paragraph" w:styleId="Index7">
    <w:name w:val="index 7"/>
    <w:basedOn w:val="Normal"/>
    <w:next w:val="Normal"/>
    <w:autoRedefine/>
    <w:uiPriority w:val="99"/>
    <w:semiHidden/>
    <w:unhideWhenUsed/>
    <w:locked/>
    <w:rsid w:val="00D30733"/>
    <w:pPr>
      <w:ind w:left="1540" w:hanging="220"/>
    </w:pPr>
  </w:style>
  <w:style w:type="paragraph" w:styleId="Index8">
    <w:name w:val="index 8"/>
    <w:basedOn w:val="Normal"/>
    <w:next w:val="Normal"/>
    <w:autoRedefine/>
    <w:uiPriority w:val="99"/>
    <w:semiHidden/>
    <w:unhideWhenUsed/>
    <w:locked/>
    <w:rsid w:val="00D30733"/>
    <w:pPr>
      <w:ind w:left="1760" w:hanging="220"/>
    </w:pPr>
  </w:style>
  <w:style w:type="paragraph" w:styleId="Index9">
    <w:name w:val="index 9"/>
    <w:basedOn w:val="Normal"/>
    <w:next w:val="Normal"/>
    <w:autoRedefine/>
    <w:uiPriority w:val="99"/>
    <w:semiHidden/>
    <w:unhideWhenUsed/>
    <w:locked/>
    <w:rsid w:val="00D30733"/>
    <w:pPr>
      <w:ind w:left="1980" w:hanging="220"/>
    </w:pPr>
  </w:style>
  <w:style w:type="paragraph" w:styleId="IndexHeading">
    <w:name w:val="index heading"/>
    <w:basedOn w:val="Normal"/>
    <w:next w:val="Index1"/>
    <w:uiPriority w:val="99"/>
    <w:semiHidden/>
    <w:unhideWhenUsed/>
    <w:locked/>
    <w:rsid w:val="00D30733"/>
    <w:rPr>
      <w:rFonts w:asciiTheme="majorHAnsi" w:eastAsiaTheme="majorEastAsia" w:hAnsiTheme="majorHAnsi" w:cstheme="majorBidi"/>
      <w:b/>
      <w:bCs/>
    </w:rPr>
  </w:style>
  <w:style w:type="paragraph" w:styleId="List">
    <w:name w:val="List"/>
    <w:basedOn w:val="Normal"/>
    <w:uiPriority w:val="99"/>
    <w:semiHidden/>
    <w:unhideWhenUsed/>
    <w:locked/>
    <w:rsid w:val="00D30733"/>
    <w:pPr>
      <w:ind w:left="360" w:hanging="360"/>
      <w:contextualSpacing/>
    </w:pPr>
  </w:style>
  <w:style w:type="paragraph" w:styleId="List2">
    <w:name w:val="List 2"/>
    <w:basedOn w:val="Normal"/>
    <w:uiPriority w:val="99"/>
    <w:semiHidden/>
    <w:unhideWhenUsed/>
    <w:locked/>
    <w:rsid w:val="00D30733"/>
    <w:pPr>
      <w:ind w:left="720" w:hanging="360"/>
      <w:contextualSpacing/>
    </w:pPr>
  </w:style>
  <w:style w:type="paragraph" w:styleId="List3">
    <w:name w:val="List 3"/>
    <w:basedOn w:val="Normal"/>
    <w:uiPriority w:val="99"/>
    <w:semiHidden/>
    <w:unhideWhenUsed/>
    <w:locked/>
    <w:rsid w:val="00D30733"/>
    <w:pPr>
      <w:ind w:left="1080" w:hanging="360"/>
      <w:contextualSpacing/>
    </w:pPr>
  </w:style>
  <w:style w:type="paragraph" w:styleId="List4">
    <w:name w:val="List 4"/>
    <w:basedOn w:val="Normal"/>
    <w:uiPriority w:val="99"/>
    <w:semiHidden/>
    <w:unhideWhenUsed/>
    <w:locked/>
    <w:rsid w:val="00D30733"/>
    <w:pPr>
      <w:ind w:left="1440" w:hanging="360"/>
      <w:contextualSpacing/>
    </w:pPr>
  </w:style>
  <w:style w:type="paragraph" w:styleId="List5">
    <w:name w:val="List 5"/>
    <w:basedOn w:val="Normal"/>
    <w:uiPriority w:val="99"/>
    <w:semiHidden/>
    <w:unhideWhenUsed/>
    <w:locked/>
    <w:rsid w:val="00D30733"/>
    <w:pPr>
      <w:ind w:left="1800" w:hanging="360"/>
      <w:contextualSpacing/>
    </w:pPr>
  </w:style>
  <w:style w:type="paragraph" w:styleId="ListBullet2">
    <w:name w:val="List Bullet 2"/>
    <w:basedOn w:val="Normal"/>
    <w:uiPriority w:val="99"/>
    <w:semiHidden/>
    <w:unhideWhenUsed/>
    <w:locked/>
    <w:rsid w:val="00D30733"/>
    <w:pPr>
      <w:numPr>
        <w:numId w:val="1"/>
      </w:numPr>
      <w:contextualSpacing/>
    </w:pPr>
  </w:style>
  <w:style w:type="paragraph" w:styleId="ListBullet3">
    <w:name w:val="List Bullet 3"/>
    <w:basedOn w:val="Normal"/>
    <w:uiPriority w:val="99"/>
    <w:semiHidden/>
    <w:unhideWhenUsed/>
    <w:locked/>
    <w:rsid w:val="00D30733"/>
    <w:pPr>
      <w:numPr>
        <w:numId w:val="2"/>
      </w:numPr>
      <w:contextualSpacing/>
    </w:pPr>
  </w:style>
  <w:style w:type="paragraph" w:styleId="ListBullet4">
    <w:name w:val="List Bullet 4"/>
    <w:basedOn w:val="Normal"/>
    <w:uiPriority w:val="99"/>
    <w:semiHidden/>
    <w:unhideWhenUsed/>
    <w:locked/>
    <w:rsid w:val="00D30733"/>
    <w:pPr>
      <w:numPr>
        <w:numId w:val="3"/>
      </w:numPr>
      <w:contextualSpacing/>
    </w:pPr>
  </w:style>
  <w:style w:type="paragraph" w:styleId="ListBullet5">
    <w:name w:val="List Bullet 5"/>
    <w:basedOn w:val="Normal"/>
    <w:uiPriority w:val="99"/>
    <w:semiHidden/>
    <w:unhideWhenUsed/>
    <w:locked/>
    <w:rsid w:val="00D30733"/>
    <w:pPr>
      <w:numPr>
        <w:numId w:val="4"/>
      </w:numPr>
      <w:contextualSpacing/>
    </w:pPr>
  </w:style>
  <w:style w:type="paragraph" w:styleId="ListContinue">
    <w:name w:val="List Continue"/>
    <w:basedOn w:val="Normal"/>
    <w:uiPriority w:val="99"/>
    <w:semiHidden/>
    <w:unhideWhenUsed/>
    <w:locked/>
    <w:rsid w:val="00D30733"/>
    <w:pPr>
      <w:spacing w:after="120"/>
      <w:ind w:left="360"/>
      <w:contextualSpacing/>
    </w:pPr>
  </w:style>
  <w:style w:type="paragraph" w:styleId="ListContinue2">
    <w:name w:val="List Continue 2"/>
    <w:basedOn w:val="Normal"/>
    <w:uiPriority w:val="99"/>
    <w:semiHidden/>
    <w:unhideWhenUsed/>
    <w:locked/>
    <w:rsid w:val="00D30733"/>
    <w:pPr>
      <w:spacing w:after="120"/>
      <w:ind w:left="720"/>
      <w:contextualSpacing/>
    </w:pPr>
  </w:style>
  <w:style w:type="paragraph" w:styleId="ListContinue3">
    <w:name w:val="List Continue 3"/>
    <w:basedOn w:val="Normal"/>
    <w:uiPriority w:val="99"/>
    <w:semiHidden/>
    <w:unhideWhenUsed/>
    <w:locked/>
    <w:rsid w:val="00D30733"/>
    <w:pPr>
      <w:spacing w:after="120"/>
      <w:ind w:left="1080"/>
      <w:contextualSpacing/>
    </w:pPr>
  </w:style>
  <w:style w:type="paragraph" w:styleId="ListContinue4">
    <w:name w:val="List Continue 4"/>
    <w:basedOn w:val="Normal"/>
    <w:uiPriority w:val="99"/>
    <w:semiHidden/>
    <w:unhideWhenUsed/>
    <w:locked/>
    <w:rsid w:val="00D30733"/>
    <w:pPr>
      <w:spacing w:after="120"/>
      <w:ind w:left="1440"/>
      <w:contextualSpacing/>
    </w:pPr>
  </w:style>
  <w:style w:type="paragraph" w:styleId="ListContinue5">
    <w:name w:val="List Continue 5"/>
    <w:basedOn w:val="Normal"/>
    <w:uiPriority w:val="99"/>
    <w:semiHidden/>
    <w:unhideWhenUsed/>
    <w:locked/>
    <w:rsid w:val="00D30733"/>
    <w:pPr>
      <w:spacing w:after="120"/>
      <w:ind w:left="1800"/>
      <w:contextualSpacing/>
    </w:pPr>
  </w:style>
  <w:style w:type="paragraph" w:styleId="ListNumber">
    <w:name w:val="List Number"/>
    <w:basedOn w:val="Normal"/>
    <w:uiPriority w:val="99"/>
    <w:semiHidden/>
    <w:unhideWhenUsed/>
    <w:locked/>
    <w:rsid w:val="00D30733"/>
    <w:pPr>
      <w:numPr>
        <w:numId w:val="5"/>
      </w:numPr>
      <w:contextualSpacing/>
    </w:pPr>
  </w:style>
  <w:style w:type="paragraph" w:styleId="ListNumber2">
    <w:name w:val="List Number 2"/>
    <w:basedOn w:val="Normal"/>
    <w:uiPriority w:val="99"/>
    <w:semiHidden/>
    <w:unhideWhenUsed/>
    <w:locked/>
    <w:rsid w:val="00D30733"/>
    <w:pPr>
      <w:numPr>
        <w:numId w:val="6"/>
      </w:numPr>
      <w:contextualSpacing/>
    </w:pPr>
  </w:style>
  <w:style w:type="paragraph" w:styleId="ListNumber3">
    <w:name w:val="List Number 3"/>
    <w:basedOn w:val="Normal"/>
    <w:uiPriority w:val="99"/>
    <w:semiHidden/>
    <w:unhideWhenUsed/>
    <w:locked/>
    <w:rsid w:val="00D30733"/>
    <w:pPr>
      <w:numPr>
        <w:numId w:val="7"/>
      </w:numPr>
      <w:contextualSpacing/>
    </w:pPr>
  </w:style>
  <w:style w:type="paragraph" w:styleId="ListNumber4">
    <w:name w:val="List Number 4"/>
    <w:basedOn w:val="Normal"/>
    <w:uiPriority w:val="99"/>
    <w:semiHidden/>
    <w:unhideWhenUsed/>
    <w:locked/>
    <w:rsid w:val="00D30733"/>
    <w:pPr>
      <w:numPr>
        <w:numId w:val="8"/>
      </w:numPr>
      <w:contextualSpacing/>
    </w:pPr>
  </w:style>
  <w:style w:type="paragraph" w:styleId="ListNumber5">
    <w:name w:val="List Number 5"/>
    <w:basedOn w:val="Normal"/>
    <w:uiPriority w:val="99"/>
    <w:semiHidden/>
    <w:unhideWhenUsed/>
    <w:locked/>
    <w:rsid w:val="00D30733"/>
    <w:pPr>
      <w:numPr>
        <w:numId w:val="9"/>
      </w:numPr>
      <w:contextualSpacing/>
    </w:pPr>
  </w:style>
  <w:style w:type="paragraph" w:styleId="MacroText">
    <w:name w:val="macro"/>
    <w:basedOn w:val="Normal"/>
    <w:link w:val="MacroTextChar"/>
    <w:uiPriority w:val="99"/>
    <w:semiHidden/>
    <w:unhideWhenUsed/>
    <w:locked/>
    <w:rsid w:val="00803239"/>
    <w:pPr>
      <w:widowControl/>
      <w:tabs>
        <w:tab w:val="left" w:pos="480"/>
        <w:tab w:val="left" w:pos="960"/>
        <w:tab w:val="left" w:pos="1440"/>
        <w:tab w:val="left" w:pos="1920"/>
        <w:tab w:val="left" w:pos="2400"/>
        <w:tab w:val="left" w:pos="2880"/>
        <w:tab w:val="left" w:pos="3360"/>
        <w:tab w:val="left" w:pos="3840"/>
        <w:tab w:val="left" w:pos="4320"/>
      </w:tabs>
    </w:pPr>
    <w:rPr>
      <w:rFonts w:ascii="Consolas" w:hAnsi="Consolas"/>
      <w:sz w:val="20"/>
      <w:szCs w:val="20"/>
    </w:rPr>
  </w:style>
  <w:style w:type="character" w:customStyle="1" w:styleId="MacroTextChar">
    <w:name w:val="Macro Text Char"/>
    <w:basedOn w:val="DefaultParagraphFont"/>
    <w:link w:val="MacroText"/>
    <w:uiPriority w:val="99"/>
    <w:semiHidden/>
    <w:rsid w:val="00D30733"/>
    <w:rPr>
      <w:rFonts w:ascii="Consolas" w:hAnsi="Consolas"/>
      <w:sz w:val="20"/>
      <w:szCs w:val="20"/>
    </w:rPr>
  </w:style>
  <w:style w:type="paragraph" w:styleId="MessageHeader">
    <w:name w:val="Message Header"/>
    <w:basedOn w:val="Normal"/>
    <w:link w:val="MessageHeaderChar"/>
    <w:uiPriority w:val="99"/>
    <w:semiHidden/>
    <w:unhideWhenUsed/>
    <w:locked/>
    <w:rsid w:val="00D30733"/>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Cs w:val="24"/>
    </w:rPr>
  </w:style>
  <w:style w:type="character" w:customStyle="1" w:styleId="MessageHeaderChar">
    <w:name w:val="Message Header Char"/>
    <w:basedOn w:val="DefaultParagraphFont"/>
    <w:link w:val="MessageHeader"/>
    <w:uiPriority w:val="99"/>
    <w:semiHidden/>
    <w:rsid w:val="00D30733"/>
    <w:rPr>
      <w:rFonts w:asciiTheme="majorHAnsi" w:eastAsiaTheme="majorEastAsia" w:hAnsiTheme="majorHAnsi" w:cstheme="majorBidi"/>
      <w:sz w:val="24"/>
      <w:szCs w:val="24"/>
      <w:shd w:val="pct20" w:color="auto" w:fill="auto"/>
    </w:rPr>
  </w:style>
  <w:style w:type="paragraph" w:styleId="NormalWeb">
    <w:name w:val="Normal (Web)"/>
    <w:basedOn w:val="Normal"/>
    <w:uiPriority w:val="99"/>
    <w:semiHidden/>
    <w:unhideWhenUsed/>
    <w:rsid w:val="00D30733"/>
    <w:rPr>
      <w:rFonts w:ascii="Times New Roman" w:hAnsi="Times New Roman"/>
      <w:szCs w:val="24"/>
    </w:rPr>
  </w:style>
  <w:style w:type="paragraph" w:styleId="NormalIndent">
    <w:name w:val="Normal Indent"/>
    <w:basedOn w:val="Normal"/>
    <w:uiPriority w:val="99"/>
    <w:semiHidden/>
    <w:unhideWhenUsed/>
    <w:locked/>
    <w:rsid w:val="00D30733"/>
    <w:pPr>
      <w:ind w:left="720"/>
    </w:pPr>
  </w:style>
  <w:style w:type="paragraph" w:styleId="NoteHeading">
    <w:name w:val="Note Heading"/>
    <w:basedOn w:val="Normal"/>
    <w:next w:val="Normal"/>
    <w:link w:val="NoteHeadingChar"/>
    <w:uiPriority w:val="99"/>
    <w:semiHidden/>
    <w:unhideWhenUsed/>
    <w:locked/>
    <w:rsid w:val="00D30733"/>
  </w:style>
  <w:style w:type="character" w:customStyle="1" w:styleId="NoteHeadingChar">
    <w:name w:val="Note Heading Char"/>
    <w:basedOn w:val="DefaultParagraphFont"/>
    <w:link w:val="NoteHeading"/>
    <w:uiPriority w:val="99"/>
    <w:semiHidden/>
    <w:rsid w:val="00D30733"/>
  </w:style>
  <w:style w:type="paragraph" w:styleId="PlainText">
    <w:name w:val="Plain Text"/>
    <w:basedOn w:val="Normal"/>
    <w:link w:val="PlainTextChar"/>
    <w:uiPriority w:val="99"/>
    <w:semiHidden/>
    <w:unhideWhenUsed/>
    <w:locked/>
    <w:rsid w:val="00D30733"/>
    <w:rPr>
      <w:rFonts w:ascii="Consolas" w:hAnsi="Consolas"/>
      <w:sz w:val="21"/>
      <w:szCs w:val="21"/>
    </w:rPr>
  </w:style>
  <w:style w:type="character" w:customStyle="1" w:styleId="PlainTextChar">
    <w:name w:val="Plain Text Char"/>
    <w:basedOn w:val="DefaultParagraphFont"/>
    <w:link w:val="PlainText"/>
    <w:uiPriority w:val="99"/>
    <w:semiHidden/>
    <w:rsid w:val="00D30733"/>
    <w:rPr>
      <w:rFonts w:ascii="Consolas" w:hAnsi="Consolas"/>
      <w:sz w:val="21"/>
      <w:szCs w:val="21"/>
    </w:rPr>
  </w:style>
  <w:style w:type="paragraph" w:styleId="Salutation">
    <w:name w:val="Salutation"/>
    <w:basedOn w:val="Normal"/>
    <w:next w:val="Normal"/>
    <w:link w:val="SalutationChar"/>
    <w:uiPriority w:val="99"/>
    <w:semiHidden/>
    <w:unhideWhenUsed/>
    <w:locked/>
    <w:rsid w:val="00D30733"/>
  </w:style>
  <w:style w:type="character" w:customStyle="1" w:styleId="SalutationChar">
    <w:name w:val="Salutation Char"/>
    <w:basedOn w:val="DefaultParagraphFont"/>
    <w:link w:val="Salutation"/>
    <w:uiPriority w:val="99"/>
    <w:semiHidden/>
    <w:rsid w:val="00D30733"/>
  </w:style>
  <w:style w:type="paragraph" w:styleId="Signature">
    <w:name w:val="Signature"/>
    <w:basedOn w:val="Normal"/>
    <w:link w:val="SignatureChar"/>
    <w:uiPriority w:val="99"/>
    <w:semiHidden/>
    <w:unhideWhenUsed/>
    <w:locked/>
    <w:rsid w:val="00D30733"/>
    <w:pPr>
      <w:ind w:left="4320"/>
    </w:pPr>
  </w:style>
  <w:style w:type="character" w:customStyle="1" w:styleId="SignatureChar">
    <w:name w:val="Signature Char"/>
    <w:basedOn w:val="DefaultParagraphFont"/>
    <w:link w:val="Signature"/>
    <w:uiPriority w:val="99"/>
    <w:semiHidden/>
    <w:rsid w:val="00D30733"/>
  </w:style>
  <w:style w:type="paragraph" w:styleId="TableofAuthorities">
    <w:name w:val="table of authorities"/>
    <w:basedOn w:val="Normal"/>
    <w:next w:val="Normal"/>
    <w:uiPriority w:val="99"/>
    <w:semiHidden/>
    <w:unhideWhenUsed/>
    <w:locked/>
    <w:rsid w:val="00D30733"/>
    <w:pPr>
      <w:ind w:left="220" w:hanging="220"/>
    </w:pPr>
  </w:style>
  <w:style w:type="paragraph" w:styleId="TableofFigures">
    <w:name w:val="table of figures"/>
    <w:basedOn w:val="Normal"/>
    <w:next w:val="Normal"/>
    <w:uiPriority w:val="99"/>
    <w:semiHidden/>
    <w:unhideWhenUsed/>
    <w:locked/>
    <w:rsid w:val="00D30733"/>
  </w:style>
  <w:style w:type="paragraph" w:styleId="TOAHeading">
    <w:name w:val="toa heading"/>
    <w:basedOn w:val="Normal"/>
    <w:next w:val="Normal"/>
    <w:uiPriority w:val="99"/>
    <w:semiHidden/>
    <w:unhideWhenUsed/>
    <w:locked/>
    <w:rsid w:val="00D30733"/>
    <w:pPr>
      <w:spacing w:before="120"/>
    </w:pPr>
    <w:rPr>
      <w:rFonts w:asciiTheme="majorHAnsi" w:eastAsiaTheme="majorEastAsia" w:hAnsiTheme="majorHAnsi" w:cstheme="majorBidi"/>
      <w:b/>
      <w:bCs/>
      <w:szCs w:val="24"/>
    </w:rPr>
  </w:style>
  <w:style w:type="paragraph" w:customStyle="1" w:styleId="FIGURETITLES">
    <w:name w:val="FIGURE TITLES"/>
    <w:basedOn w:val="Normal"/>
    <w:link w:val="FIGURETITLESChar"/>
    <w:uiPriority w:val="7"/>
    <w:qFormat/>
    <w:rsid w:val="00ED2E42"/>
    <w:pPr>
      <w:spacing w:after="120"/>
    </w:pPr>
    <w:rPr>
      <w:rFonts w:ascii="Museo Sans 700" w:hAnsi="Museo Sans 700"/>
      <w:caps/>
      <w:color w:val="43A8C7" w:themeColor="accent3"/>
      <w:sz w:val="18"/>
      <w:szCs w:val="18"/>
    </w:rPr>
  </w:style>
  <w:style w:type="paragraph" w:customStyle="1" w:styleId="CalloutBoxHeading">
    <w:name w:val="Callout Box Heading"/>
    <w:basedOn w:val="Normal"/>
    <w:link w:val="CalloutBoxHeadingChar"/>
    <w:uiPriority w:val="8"/>
    <w:qFormat/>
    <w:rsid w:val="004A3397"/>
    <w:pPr>
      <w:spacing w:after="240"/>
    </w:pPr>
    <w:rPr>
      <w:rFonts w:asciiTheme="majorHAnsi" w:hAnsiTheme="majorHAnsi"/>
      <w:b/>
      <w:bCs/>
      <w:color w:val="43A8C7" w:themeColor="accent3"/>
      <w:sz w:val="24"/>
      <w:szCs w:val="24"/>
    </w:rPr>
  </w:style>
  <w:style w:type="character" w:customStyle="1" w:styleId="FIGURETITLESChar">
    <w:name w:val="FIGURE TITLES Char"/>
    <w:basedOn w:val="DefaultParagraphFont"/>
    <w:link w:val="FIGURETITLES"/>
    <w:uiPriority w:val="7"/>
    <w:rsid w:val="00B13248"/>
    <w:rPr>
      <w:rFonts w:ascii="Museo Sans 700" w:hAnsi="Museo Sans 700"/>
      <w:caps/>
      <w:color w:val="43A8C7" w:themeColor="accent3"/>
      <w:sz w:val="18"/>
      <w:szCs w:val="18"/>
    </w:rPr>
  </w:style>
  <w:style w:type="paragraph" w:customStyle="1" w:styleId="CALLOUTTEXTSUBHEADINGWHITETEXT">
    <w:name w:val="CALLOUT TEXT SUBHEADING – WHITE TEXT"/>
    <w:basedOn w:val="Normal"/>
    <w:link w:val="CALLOUTTEXTSUBHEADINGWHITETEXTChar"/>
    <w:uiPriority w:val="8"/>
    <w:qFormat/>
    <w:rsid w:val="00951B8A"/>
    <w:pPr>
      <w:spacing w:after="60" w:line="300" w:lineRule="auto"/>
    </w:pPr>
    <w:rPr>
      <w:rFonts w:asciiTheme="majorHAnsi" w:hAnsiTheme="majorHAnsi"/>
      <w:color w:val="FFFFFF" w:themeColor="background1"/>
      <w:sz w:val="20"/>
      <w:szCs w:val="20"/>
    </w:rPr>
  </w:style>
  <w:style w:type="character" w:customStyle="1" w:styleId="CalloutBoxHeadingChar">
    <w:name w:val="Callout Box Heading Char"/>
    <w:basedOn w:val="DefaultParagraphFont"/>
    <w:link w:val="CalloutBoxHeading"/>
    <w:uiPriority w:val="8"/>
    <w:rsid w:val="00723853"/>
    <w:rPr>
      <w:rFonts w:asciiTheme="majorHAnsi" w:hAnsiTheme="majorHAnsi"/>
      <w:b/>
      <w:bCs/>
      <w:color w:val="43A8C7" w:themeColor="accent3"/>
      <w:sz w:val="24"/>
      <w:szCs w:val="24"/>
    </w:rPr>
  </w:style>
  <w:style w:type="paragraph" w:customStyle="1" w:styleId="Callouttextwhitetext">
    <w:name w:val="Callout text – white text"/>
    <w:basedOn w:val="Normal"/>
    <w:link w:val="CallouttextwhitetextChar"/>
    <w:uiPriority w:val="9"/>
    <w:qFormat/>
    <w:rsid w:val="00951B8A"/>
    <w:pPr>
      <w:spacing w:after="120"/>
    </w:pPr>
    <w:rPr>
      <w:color w:val="FFFFFF" w:themeColor="background1"/>
      <w:sz w:val="18"/>
      <w:szCs w:val="18"/>
    </w:rPr>
  </w:style>
  <w:style w:type="character" w:customStyle="1" w:styleId="CALLOUTTEXTSUBHEADINGWHITETEXTChar">
    <w:name w:val="CALLOUT TEXT SUBHEADING – WHITE TEXT Char"/>
    <w:basedOn w:val="DefaultParagraphFont"/>
    <w:link w:val="CALLOUTTEXTSUBHEADINGWHITETEXT"/>
    <w:uiPriority w:val="8"/>
    <w:rsid w:val="00951B8A"/>
    <w:rPr>
      <w:rFonts w:asciiTheme="majorHAnsi" w:hAnsiTheme="majorHAnsi"/>
      <w:color w:val="FFFFFF" w:themeColor="background1"/>
      <w:sz w:val="20"/>
      <w:szCs w:val="20"/>
    </w:rPr>
  </w:style>
  <w:style w:type="paragraph" w:customStyle="1" w:styleId="CoverPage-ClientandDate">
    <w:name w:val="Cover Page - Client and Date"/>
    <w:basedOn w:val="Normal"/>
    <w:link w:val="CoverPage-ClientandDateChar"/>
    <w:uiPriority w:val="11"/>
    <w:qFormat/>
    <w:rsid w:val="00850B73"/>
    <w:rPr>
      <w:rFonts w:asciiTheme="majorHAnsi" w:hAnsiTheme="majorHAnsi"/>
      <w:color w:val="AB0033" w:themeColor="accent1"/>
      <w:sz w:val="24"/>
      <w:szCs w:val="24"/>
    </w:rPr>
  </w:style>
  <w:style w:type="character" w:customStyle="1" w:styleId="CallouttextwhitetextChar">
    <w:name w:val="Callout text – white text Char"/>
    <w:basedOn w:val="DefaultParagraphFont"/>
    <w:link w:val="Callouttextwhitetext"/>
    <w:uiPriority w:val="9"/>
    <w:rsid w:val="00262FD8"/>
    <w:rPr>
      <w:color w:val="FFFFFF" w:themeColor="background1"/>
      <w:sz w:val="18"/>
      <w:szCs w:val="18"/>
    </w:rPr>
  </w:style>
  <w:style w:type="character" w:customStyle="1" w:styleId="CoverPage-ProjectNameChar">
    <w:name w:val="Cover Page - Project Name Char"/>
    <w:basedOn w:val="DefaultParagraphFont"/>
    <w:link w:val="CoverPage-ProjectName"/>
    <w:uiPriority w:val="11"/>
    <w:rsid w:val="00850B73"/>
    <w:rPr>
      <w:rFonts w:asciiTheme="majorHAnsi" w:hAnsiTheme="majorHAnsi"/>
      <w:color w:val="004877" w:themeColor="accent2"/>
      <w:sz w:val="44"/>
      <w:szCs w:val="44"/>
    </w:rPr>
  </w:style>
  <w:style w:type="paragraph" w:customStyle="1" w:styleId="CoverPage-PreparedBy">
    <w:name w:val="Cover Page - Prepared By"/>
    <w:basedOn w:val="Normal"/>
    <w:link w:val="CoverPage-PreparedByChar"/>
    <w:uiPriority w:val="11"/>
    <w:qFormat/>
    <w:rsid w:val="00252C29"/>
    <w:pPr>
      <w:jc w:val="right"/>
    </w:pPr>
    <w:rPr>
      <w:rFonts w:asciiTheme="majorHAnsi" w:hAnsiTheme="majorHAnsi"/>
      <w:color w:val="AB0033" w:themeColor="accent1"/>
      <w:sz w:val="26"/>
      <w:szCs w:val="26"/>
    </w:rPr>
  </w:style>
  <w:style w:type="character" w:customStyle="1" w:styleId="CoverPage-ClientandDateChar">
    <w:name w:val="Cover Page - Client and Date Char"/>
    <w:basedOn w:val="DefaultParagraphFont"/>
    <w:link w:val="CoverPage-ClientandDate"/>
    <w:uiPriority w:val="11"/>
    <w:rsid w:val="00850B73"/>
    <w:rPr>
      <w:rFonts w:asciiTheme="majorHAnsi" w:hAnsiTheme="majorHAnsi"/>
      <w:color w:val="AB0033" w:themeColor="accent1"/>
      <w:sz w:val="24"/>
      <w:szCs w:val="24"/>
    </w:rPr>
  </w:style>
  <w:style w:type="paragraph" w:customStyle="1" w:styleId="LetterheadBodyText">
    <w:name w:val="Letterhead Body Text"/>
    <w:basedOn w:val="Normal"/>
    <w:link w:val="LetterheadBodyTextChar"/>
    <w:uiPriority w:val="8"/>
    <w:qFormat/>
    <w:rsid w:val="00363F7A"/>
    <w:pPr>
      <w:spacing w:before="240" w:after="240"/>
    </w:pPr>
  </w:style>
  <w:style w:type="character" w:customStyle="1" w:styleId="CoverPage-PreparedByChar">
    <w:name w:val="Cover Page - Prepared By Char"/>
    <w:basedOn w:val="DefaultParagraphFont"/>
    <w:link w:val="CoverPage-PreparedBy"/>
    <w:uiPriority w:val="11"/>
    <w:rsid w:val="00262FD8"/>
    <w:rPr>
      <w:rFonts w:asciiTheme="majorHAnsi" w:hAnsiTheme="majorHAnsi"/>
      <w:color w:val="AB0033" w:themeColor="accent1"/>
      <w:sz w:val="26"/>
      <w:szCs w:val="26"/>
    </w:rPr>
  </w:style>
  <w:style w:type="character" w:customStyle="1" w:styleId="LetterheadBodyTextChar">
    <w:name w:val="Letterhead Body Text Char"/>
    <w:basedOn w:val="DefaultParagraphFont"/>
    <w:link w:val="LetterheadBodyText"/>
    <w:uiPriority w:val="8"/>
    <w:rsid w:val="00262F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3765881">
      <w:bodyDiv w:val="1"/>
      <w:marLeft w:val="0"/>
      <w:marRight w:val="0"/>
      <w:marTop w:val="0"/>
      <w:marBottom w:val="0"/>
      <w:divBdr>
        <w:top w:val="none" w:sz="0" w:space="0" w:color="auto"/>
        <w:left w:val="none" w:sz="0" w:space="0" w:color="auto"/>
        <w:bottom w:val="none" w:sz="0" w:space="0" w:color="auto"/>
        <w:right w:val="none" w:sz="0" w:space="0" w:color="auto"/>
      </w:divBdr>
      <w:divsChild>
        <w:div w:id="3992106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hyperlink" Target="https://www.ljbinc.com/" TargetMode="External"/><Relationship Id="rId1" Type="http://schemas.openxmlformats.org/officeDocument/2006/relationships/hyperlink" Target="https://www.ljbinc.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LJB_Templates\BUSINESS\BLANK_LJB.dotx" TargetMode="External"/></Relationships>
</file>

<file path=word/theme/theme1.xml><?xml version="1.0" encoding="utf-8"?>
<a:theme xmlns:a="http://schemas.openxmlformats.org/drawingml/2006/main" name="Office Theme">
  <a:themeElements>
    <a:clrScheme name="LJB Engineering">
      <a:dk1>
        <a:srgbClr val="00263E"/>
      </a:dk1>
      <a:lt1>
        <a:sysClr val="window" lastClr="FFFFFF"/>
      </a:lt1>
      <a:dk2>
        <a:srgbClr val="3D3935"/>
      </a:dk2>
      <a:lt2>
        <a:srgbClr val="DAD9D7"/>
      </a:lt2>
      <a:accent1>
        <a:srgbClr val="AB0033"/>
      </a:accent1>
      <a:accent2>
        <a:srgbClr val="004877"/>
      </a:accent2>
      <a:accent3>
        <a:srgbClr val="43A8C7"/>
      </a:accent3>
      <a:accent4>
        <a:srgbClr val="FFB81D"/>
      </a:accent4>
      <a:accent5>
        <a:srgbClr val="96D5EA"/>
      </a:accent5>
      <a:accent6>
        <a:srgbClr val="9EA2A2"/>
      </a:accent6>
      <a:hlink>
        <a:srgbClr val="0563C1"/>
      </a:hlink>
      <a:folHlink>
        <a:srgbClr val="954F72"/>
      </a:folHlink>
    </a:clrScheme>
    <a:fontScheme name="LJB Engineering">
      <a:majorFont>
        <a:latin typeface="Museo sans 500"/>
        <a:ea typeface=""/>
        <a:cs typeface=""/>
      </a:majorFont>
      <a:minorFont>
        <a:latin typeface="Museo sans 300"/>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BD1462-A96D-41C0-83F8-835B3FB584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BLANK_LJB.dotx</Template>
  <TotalTime>131</TotalTime>
  <Pages>2</Pages>
  <Words>609</Words>
  <Characters>3474</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Title</vt:lpstr>
    </vt:vector>
  </TitlesOfParts>
  <Company/>
  <LinksUpToDate>false</LinksUpToDate>
  <CharactersWithSpaces>4075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subject/>
  <dc:creator>Brant Gressel</dc:creator>
  <cp:keywords/>
  <dc:description/>
  <cp:lastModifiedBy>Brant Gressel</cp:lastModifiedBy>
  <cp:revision>5</cp:revision>
  <cp:lastPrinted>2023-09-29T18:32:00Z</cp:lastPrinted>
  <dcterms:created xsi:type="dcterms:W3CDTF">2023-09-29T12:09:00Z</dcterms:created>
  <dcterms:modified xsi:type="dcterms:W3CDTF">2023-09-29T18:32:00Z</dcterms:modified>
  <cp:contentStatus>www.text.com</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mzn:id">
    <vt:lpwstr>f1524a1f-17bd-404e-84c7-8167ba474d7b</vt:lpwstr>
  </property>
</Properties>
</file>